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Pr="00FC7970" w:rsidRDefault="00C937A4" w:rsidP="00244981">
      <w:pPr>
        <w:pStyle w:val="berschrift1"/>
        <w:spacing w:before="0" w:after="0" w:line="276" w:lineRule="auto"/>
        <w:jc w:val="left"/>
      </w:pPr>
      <w:r w:rsidRPr="00FC7970">
        <w:t>Italia: la tecnologia di fresatura più ava</w:t>
      </w:r>
      <w:r w:rsidRPr="00FC7970">
        <w:t>n</w:t>
      </w:r>
      <w:r w:rsidRPr="00FC7970">
        <w:t xml:space="preserve">zata per uno dei circuiti di gara più famosi nel mondo del motorismo </w:t>
      </w:r>
      <w:proofErr w:type="gramStart"/>
      <w:r w:rsidRPr="00FC7970">
        <w:t>sportivo</w:t>
      </w:r>
      <w:proofErr w:type="gramEnd"/>
    </w:p>
    <w:p w:rsidR="002E765F" w:rsidRPr="00FC7970" w:rsidRDefault="002E765F" w:rsidP="002E765F">
      <w:pPr>
        <w:pStyle w:val="Text"/>
      </w:pPr>
    </w:p>
    <w:p w:rsidR="002E765F" w:rsidRPr="00FC7970" w:rsidRDefault="00C937A4" w:rsidP="00244981">
      <w:pPr>
        <w:pStyle w:val="Text"/>
        <w:spacing w:line="276" w:lineRule="auto"/>
        <w:rPr>
          <w:rFonts w:ascii="Verdana" w:hAnsi="Verdana"/>
          <w:noProof/>
        </w:rPr>
      </w:pPr>
      <w:r w:rsidRPr="00FC7970">
        <w:rPr>
          <w:rFonts w:ascii="Verdana" w:hAnsi="Verdana"/>
          <w:b/>
        </w:rPr>
        <w:t xml:space="preserve">Per rendere più veloce e al tempo stesso più sicuro il Misano World Circuit “Marco Simoncelli”, la Pesaresi Giuseppe </w:t>
      </w:r>
      <w:proofErr w:type="spellStart"/>
      <w:r w:rsidRPr="00FC7970">
        <w:rPr>
          <w:rFonts w:ascii="Verdana" w:hAnsi="Verdana"/>
          <w:b/>
        </w:rPr>
        <w:t>SpA</w:t>
      </w:r>
      <w:proofErr w:type="spellEnd"/>
      <w:r w:rsidRPr="00FC7970">
        <w:rPr>
          <w:rFonts w:ascii="Verdana" w:hAnsi="Verdana"/>
          <w:b/>
        </w:rPr>
        <w:t xml:space="preserve"> si è avvalsa delle tecnologie leader di Wirtgen e </w:t>
      </w:r>
      <w:proofErr w:type="spellStart"/>
      <w:r w:rsidRPr="00FC7970">
        <w:rPr>
          <w:rFonts w:ascii="Verdana" w:hAnsi="Verdana"/>
          <w:b/>
        </w:rPr>
        <w:t>Trimble</w:t>
      </w:r>
      <w:proofErr w:type="spellEnd"/>
      <w:r w:rsidRPr="00FC7970">
        <w:rPr>
          <w:rFonts w:ascii="Verdana" w:hAnsi="Verdana"/>
          <w:b/>
        </w:rPr>
        <w:t>. In meno di tre settimane sono state eliminate tutte le irregolarità superficiali presenti sul manto della pista, per cui il ci</w:t>
      </w:r>
      <w:r w:rsidRPr="00FC7970">
        <w:rPr>
          <w:rFonts w:ascii="Verdana" w:hAnsi="Verdana"/>
          <w:b/>
        </w:rPr>
        <w:t>r</w:t>
      </w:r>
      <w:r w:rsidRPr="00FC7970">
        <w:rPr>
          <w:rFonts w:ascii="Verdana" w:hAnsi="Verdana"/>
          <w:b/>
        </w:rPr>
        <w:t>cuito è di nuovo pronto a ospitare spettacolari gare motoristiche</w:t>
      </w:r>
      <w:r w:rsidRPr="00FC7970">
        <w:rPr>
          <w:rStyle w:val="Hervorhebung"/>
          <w:rFonts w:ascii="Verdana" w:hAnsi="Verdana"/>
        </w:rPr>
        <w:t>.</w:t>
      </w:r>
    </w:p>
    <w:p w:rsidR="00244981" w:rsidRPr="00FC7970" w:rsidRDefault="00244981" w:rsidP="00244981">
      <w:pPr>
        <w:pStyle w:val="Text"/>
        <w:spacing w:line="276" w:lineRule="auto"/>
        <w:rPr>
          <w:noProof/>
        </w:rPr>
      </w:pPr>
    </w:p>
    <w:p w:rsidR="00C937A4" w:rsidRPr="00FC7970" w:rsidRDefault="00C937A4" w:rsidP="00244981">
      <w:pPr>
        <w:pStyle w:val="Text"/>
        <w:spacing w:line="276" w:lineRule="auto"/>
        <w:rPr>
          <w:rFonts w:ascii="Verdana" w:hAnsi="Verdana" w:cs="Arial"/>
          <w:szCs w:val="22"/>
        </w:rPr>
      </w:pPr>
      <w:r w:rsidRPr="00FC7970">
        <w:rPr>
          <w:rFonts w:ascii="Verdana" w:hAnsi="Verdana"/>
        </w:rPr>
        <w:t xml:space="preserve">Il Misano World Circuit “Marco Simoncelli” </w:t>
      </w:r>
      <w:proofErr w:type="gramStart"/>
      <w:r w:rsidRPr="00FC7970">
        <w:rPr>
          <w:rFonts w:ascii="Verdana" w:hAnsi="Verdana"/>
        </w:rPr>
        <w:t>è</w:t>
      </w:r>
      <w:proofErr w:type="gramEnd"/>
      <w:r w:rsidRPr="00FC7970">
        <w:rPr>
          <w:rFonts w:ascii="Verdana" w:hAnsi="Verdana"/>
        </w:rPr>
        <w:t xml:space="preserve"> un circuito motociclistico </w:t>
      </w:r>
      <w:r w:rsidR="00072A3C" w:rsidRPr="00FC7970">
        <w:rPr>
          <w:rFonts w:ascii="Verdana" w:hAnsi="Verdana"/>
        </w:rPr>
        <w:t>che si trova</w:t>
      </w:r>
      <w:r w:rsidRPr="00FC7970">
        <w:rPr>
          <w:rFonts w:ascii="Verdana" w:hAnsi="Verdana"/>
        </w:rPr>
        <w:t xml:space="preserve"> </w:t>
      </w:r>
      <w:r w:rsidR="00072A3C" w:rsidRPr="00FC7970">
        <w:rPr>
          <w:rFonts w:ascii="Verdana" w:hAnsi="Verdana"/>
        </w:rPr>
        <w:t>a</w:t>
      </w:r>
      <w:r w:rsidRPr="00FC7970">
        <w:rPr>
          <w:rFonts w:ascii="Verdana" w:hAnsi="Verdana"/>
        </w:rPr>
        <w:t xml:space="preserve"> Misano Adriatico, sulla riviera </w:t>
      </w:r>
      <w:r w:rsidR="00072A3C" w:rsidRPr="00FC7970">
        <w:rPr>
          <w:rFonts w:ascii="Verdana" w:hAnsi="Verdana"/>
        </w:rPr>
        <w:t>rom</w:t>
      </w:r>
      <w:r w:rsidRPr="00FC7970">
        <w:rPr>
          <w:rFonts w:ascii="Verdana" w:hAnsi="Verdana"/>
        </w:rPr>
        <w:t>a</w:t>
      </w:r>
      <w:r w:rsidR="00072A3C" w:rsidRPr="00FC7970">
        <w:rPr>
          <w:rFonts w:ascii="Verdana" w:hAnsi="Verdana"/>
        </w:rPr>
        <w:t>gnol</w:t>
      </w:r>
      <w:r w:rsidRPr="00FC7970">
        <w:rPr>
          <w:rFonts w:ascii="Verdana" w:hAnsi="Verdana"/>
        </w:rPr>
        <w:t>a, pochi chilometri a sud di Rimini. Dalla st</w:t>
      </w:r>
      <w:r w:rsidRPr="00FC7970">
        <w:rPr>
          <w:rFonts w:ascii="Verdana" w:hAnsi="Verdana"/>
        </w:rPr>
        <w:t>a</w:t>
      </w:r>
      <w:r w:rsidRPr="00FC7970">
        <w:rPr>
          <w:rFonts w:ascii="Verdana" w:hAnsi="Verdana"/>
        </w:rPr>
        <w:t xml:space="preserve">gione motoristica 1991 il tracciato ospita periodicamente la gara del campionato mondiale Superbike e, dal 2007, anche il Gran Premio di San Marino e della Riviera di Rimini </w:t>
      </w:r>
      <w:proofErr w:type="gramStart"/>
      <w:r w:rsidRPr="00FC7970">
        <w:rPr>
          <w:rFonts w:ascii="Verdana" w:hAnsi="Verdana"/>
        </w:rPr>
        <w:t>del</w:t>
      </w:r>
      <w:proofErr w:type="gramEnd"/>
      <w:r w:rsidRPr="00FC7970">
        <w:rPr>
          <w:rFonts w:ascii="Verdana" w:hAnsi="Verdana"/>
        </w:rPr>
        <w:t xml:space="preserve"> motomondiale.</w:t>
      </w:r>
    </w:p>
    <w:p w:rsidR="00C937A4" w:rsidRPr="00FC7970" w:rsidRDefault="00C937A4" w:rsidP="00244981">
      <w:pPr>
        <w:pStyle w:val="Text"/>
        <w:spacing w:line="276" w:lineRule="auto"/>
        <w:rPr>
          <w:rFonts w:ascii="Verdana" w:hAnsi="Verdana" w:cs="Arial"/>
          <w:szCs w:val="22"/>
        </w:rPr>
      </w:pPr>
    </w:p>
    <w:p w:rsidR="00C937A4" w:rsidRPr="00FC7970" w:rsidRDefault="00C937A4" w:rsidP="00244981">
      <w:pPr>
        <w:pStyle w:val="Text"/>
        <w:spacing w:line="276" w:lineRule="auto"/>
        <w:rPr>
          <w:rFonts w:ascii="Verdana" w:hAnsi="Verdana"/>
          <w:b/>
          <w:iCs/>
        </w:rPr>
      </w:pPr>
      <w:r w:rsidRPr="00FC7970">
        <w:rPr>
          <w:rFonts w:ascii="Verdana" w:hAnsi="Verdana"/>
        </w:rPr>
        <w:t xml:space="preserve">L’appalto indetto dalla Santa Monica </w:t>
      </w:r>
      <w:proofErr w:type="spellStart"/>
      <w:r w:rsidRPr="00FC7970">
        <w:rPr>
          <w:rFonts w:ascii="Verdana" w:hAnsi="Verdana"/>
        </w:rPr>
        <w:t>SpA</w:t>
      </w:r>
      <w:proofErr w:type="spellEnd"/>
      <w:r w:rsidRPr="00FC7970">
        <w:rPr>
          <w:rFonts w:ascii="Verdana" w:hAnsi="Verdana"/>
        </w:rPr>
        <w:t xml:space="preserve"> per l’ammodernamento della pista preved</w:t>
      </w:r>
      <w:r w:rsidRPr="00FC7970">
        <w:rPr>
          <w:rFonts w:ascii="Verdana" w:hAnsi="Verdana"/>
        </w:rPr>
        <w:t>e</w:t>
      </w:r>
      <w:r w:rsidRPr="00FC7970">
        <w:rPr>
          <w:rFonts w:ascii="Verdana" w:hAnsi="Verdana"/>
        </w:rPr>
        <w:t>va anche la realizzazione di due nuove parti di tracciato. Inoltre si voleva rendere l’intero circuito più sicuro e, al tempo stesso, ancora più veloce.</w:t>
      </w:r>
    </w:p>
    <w:p w:rsidR="00C937A4" w:rsidRPr="00FC7970" w:rsidRDefault="00C937A4" w:rsidP="00244981">
      <w:pPr>
        <w:pStyle w:val="Text"/>
        <w:spacing w:line="276" w:lineRule="auto"/>
        <w:rPr>
          <w:rStyle w:val="Hervorhebung"/>
        </w:rPr>
      </w:pPr>
    </w:p>
    <w:p w:rsidR="002E765F" w:rsidRPr="00FC7970" w:rsidRDefault="00C937A4" w:rsidP="00244981">
      <w:pPr>
        <w:pStyle w:val="Text"/>
        <w:spacing w:line="276" w:lineRule="auto"/>
        <w:rPr>
          <w:rStyle w:val="Hervorhebung"/>
        </w:rPr>
      </w:pPr>
      <w:r w:rsidRPr="00FC7970">
        <w:rPr>
          <w:rStyle w:val="Hervorhebung"/>
        </w:rPr>
        <w:t xml:space="preserve">Wirtgen e </w:t>
      </w:r>
      <w:proofErr w:type="spellStart"/>
      <w:r w:rsidRPr="00FC7970">
        <w:rPr>
          <w:rStyle w:val="Hervorhebung"/>
        </w:rPr>
        <w:t>Trimble</w:t>
      </w:r>
      <w:proofErr w:type="spellEnd"/>
      <w:r w:rsidRPr="00FC7970">
        <w:rPr>
          <w:rStyle w:val="Hervorhebung"/>
        </w:rPr>
        <w:t xml:space="preserve"> si sono aggiudicate la </w:t>
      </w:r>
      <w:proofErr w:type="gramStart"/>
      <w:r w:rsidRPr="00FC7970">
        <w:rPr>
          <w:rStyle w:val="Hervorhebung"/>
        </w:rPr>
        <w:t>gara</w:t>
      </w:r>
      <w:proofErr w:type="gramEnd"/>
    </w:p>
    <w:p w:rsidR="002E765F" w:rsidRPr="00FC7970" w:rsidRDefault="00C937A4" w:rsidP="00244981">
      <w:pPr>
        <w:pStyle w:val="Text"/>
        <w:spacing w:line="276" w:lineRule="auto"/>
        <w:rPr>
          <w:rFonts w:ascii="Verdana" w:hAnsi="Verdana"/>
        </w:rPr>
      </w:pPr>
      <w:r w:rsidRPr="00FC7970">
        <w:rPr>
          <w:rFonts w:ascii="Verdana" w:hAnsi="Verdana"/>
        </w:rPr>
        <w:t>Responsabile dell’ottim</w:t>
      </w:r>
      <w:r w:rsidR="00072A3C" w:rsidRPr="00FC7970">
        <w:rPr>
          <w:rFonts w:ascii="Verdana" w:hAnsi="Verdana"/>
        </w:rPr>
        <w:t>i</w:t>
      </w:r>
      <w:r w:rsidRPr="00FC7970">
        <w:rPr>
          <w:rFonts w:ascii="Verdana" w:hAnsi="Verdana"/>
        </w:rPr>
        <w:t xml:space="preserve">zzazione del circuito </w:t>
      </w:r>
      <w:proofErr w:type="gramStart"/>
      <w:r w:rsidRPr="00FC7970">
        <w:rPr>
          <w:rFonts w:ascii="Verdana" w:hAnsi="Verdana"/>
        </w:rPr>
        <w:t>di</w:t>
      </w:r>
      <w:proofErr w:type="gramEnd"/>
      <w:r w:rsidRPr="00FC7970">
        <w:rPr>
          <w:rFonts w:ascii="Verdana" w:hAnsi="Verdana"/>
        </w:rPr>
        <w:t xml:space="preserve"> gara è stato Jarno </w:t>
      </w:r>
      <w:proofErr w:type="spellStart"/>
      <w:r w:rsidRPr="00FC7970">
        <w:rPr>
          <w:rFonts w:ascii="Verdana" w:hAnsi="Verdana"/>
        </w:rPr>
        <w:t>Zaffelli</w:t>
      </w:r>
      <w:proofErr w:type="spellEnd"/>
      <w:r w:rsidRPr="00FC7970">
        <w:rPr>
          <w:rFonts w:ascii="Verdana" w:hAnsi="Verdana"/>
        </w:rPr>
        <w:t>, titolare de</w:t>
      </w:r>
      <w:r w:rsidRPr="00FC7970">
        <w:rPr>
          <w:rFonts w:ascii="Verdana" w:hAnsi="Verdana"/>
        </w:rPr>
        <w:t>l</w:t>
      </w:r>
      <w:r w:rsidRPr="00FC7970">
        <w:rPr>
          <w:rFonts w:ascii="Verdana" w:hAnsi="Verdana"/>
        </w:rPr>
        <w:t xml:space="preserve">la Dromo </w:t>
      </w:r>
      <w:proofErr w:type="spellStart"/>
      <w:r w:rsidRPr="00FC7970">
        <w:rPr>
          <w:rFonts w:ascii="Verdana" w:hAnsi="Verdana"/>
        </w:rPr>
        <w:t>Italian</w:t>
      </w:r>
      <w:proofErr w:type="spellEnd"/>
      <w:r w:rsidRPr="00FC7970">
        <w:rPr>
          <w:rFonts w:ascii="Verdana" w:hAnsi="Verdana"/>
        </w:rPr>
        <w:t xml:space="preserve"> </w:t>
      </w:r>
      <w:proofErr w:type="spellStart"/>
      <w:r w:rsidRPr="00FC7970">
        <w:rPr>
          <w:rFonts w:ascii="Verdana" w:hAnsi="Verdana"/>
        </w:rPr>
        <w:t>Applied</w:t>
      </w:r>
      <w:proofErr w:type="spellEnd"/>
      <w:r w:rsidRPr="00FC7970">
        <w:rPr>
          <w:rFonts w:ascii="Verdana" w:hAnsi="Verdana"/>
        </w:rPr>
        <w:t xml:space="preserve"> Circuit Design, uno dei maggiori esperti mondiali nella pr</w:t>
      </w:r>
      <w:r w:rsidRPr="00FC7970">
        <w:rPr>
          <w:rFonts w:ascii="Verdana" w:hAnsi="Verdana"/>
        </w:rPr>
        <w:t>o</w:t>
      </w:r>
      <w:r w:rsidRPr="00FC7970">
        <w:rPr>
          <w:rFonts w:ascii="Verdana" w:hAnsi="Verdana"/>
        </w:rPr>
        <w:t xml:space="preserve">gettazione di autodromi. L’esecuzione dei lavori è stata assegnata alla Pesaresi </w:t>
      </w:r>
      <w:proofErr w:type="gramStart"/>
      <w:r w:rsidRPr="00FC7970">
        <w:rPr>
          <w:rFonts w:ascii="Verdana" w:hAnsi="Verdana"/>
        </w:rPr>
        <w:t>Gi</w:t>
      </w:r>
      <w:r w:rsidRPr="00FC7970">
        <w:rPr>
          <w:rFonts w:ascii="Verdana" w:hAnsi="Verdana"/>
        </w:rPr>
        <w:t>u</w:t>
      </w:r>
      <w:r w:rsidRPr="00FC7970">
        <w:rPr>
          <w:rFonts w:ascii="Verdana" w:hAnsi="Verdana"/>
        </w:rPr>
        <w:t>seppe</w:t>
      </w:r>
      <w:proofErr w:type="gramEnd"/>
      <w:r w:rsidRPr="00FC7970">
        <w:rPr>
          <w:rFonts w:ascii="Verdana" w:hAnsi="Verdana"/>
        </w:rPr>
        <w:t xml:space="preserve"> </w:t>
      </w:r>
      <w:proofErr w:type="spellStart"/>
      <w:r w:rsidRPr="00FC7970">
        <w:rPr>
          <w:rFonts w:ascii="Verdana" w:hAnsi="Verdana"/>
        </w:rPr>
        <w:t>SpA</w:t>
      </w:r>
      <w:proofErr w:type="spellEnd"/>
      <w:r w:rsidRPr="00FC7970">
        <w:rPr>
          <w:rFonts w:ascii="Verdana" w:hAnsi="Verdana"/>
        </w:rPr>
        <w:t>, azienda riminese specializzata da oltre 50 anni nel settore delle opere stradali.</w:t>
      </w:r>
    </w:p>
    <w:p w:rsidR="00C937A4" w:rsidRPr="00FC7970" w:rsidRDefault="00C937A4" w:rsidP="00244981">
      <w:pPr>
        <w:pStyle w:val="Text"/>
        <w:spacing w:line="276" w:lineRule="auto"/>
        <w:rPr>
          <w:rFonts w:ascii="Verdana" w:hAnsi="Verdana"/>
        </w:rPr>
      </w:pPr>
    </w:p>
    <w:p w:rsidR="00C937A4" w:rsidRPr="00FC7970" w:rsidRDefault="00C937A4" w:rsidP="00244981">
      <w:pPr>
        <w:pStyle w:val="Text"/>
        <w:spacing w:line="276" w:lineRule="auto"/>
        <w:rPr>
          <w:rFonts w:ascii="Verdana" w:hAnsi="Verdana"/>
        </w:rPr>
      </w:pPr>
      <w:r w:rsidRPr="00FC7970">
        <w:rPr>
          <w:rFonts w:ascii="Verdana" w:hAnsi="Verdana"/>
        </w:rPr>
        <w:t>L’intervento di riasfaltatura della pista prevedeva la posa in opera di circa 5000 to</w:t>
      </w:r>
      <w:r w:rsidRPr="00FC7970">
        <w:rPr>
          <w:rFonts w:ascii="Verdana" w:hAnsi="Verdana"/>
        </w:rPr>
        <w:t>n</w:t>
      </w:r>
      <w:r w:rsidRPr="00FC7970">
        <w:rPr>
          <w:rFonts w:ascii="Verdana" w:hAnsi="Verdana"/>
        </w:rPr>
        <w:t xml:space="preserve">nellate di conglomerato bituminoso e ha richiesto l’impegno di </w:t>
      </w:r>
      <w:proofErr w:type="gramStart"/>
      <w:r w:rsidRPr="00FC7970">
        <w:rPr>
          <w:rFonts w:ascii="Verdana" w:hAnsi="Verdana"/>
        </w:rPr>
        <w:t>80</w:t>
      </w:r>
      <w:proofErr w:type="gramEnd"/>
      <w:r w:rsidRPr="00FC7970">
        <w:rPr>
          <w:rFonts w:ascii="Verdana" w:hAnsi="Verdana"/>
        </w:rPr>
        <w:t xml:space="preserve"> operai e 50 </w:t>
      </w:r>
      <w:r w:rsidR="006058A0" w:rsidRPr="00FC7970">
        <w:rPr>
          <w:rFonts w:ascii="Verdana" w:hAnsi="Verdana"/>
        </w:rPr>
        <w:t>veicoli</w:t>
      </w:r>
      <w:r w:rsidRPr="00FC7970">
        <w:rPr>
          <w:rFonts w:ascii="Verdana" w:hAnsi="Verdana"/>
        </w:rPr>
        <w:t xml:space="preserve">. I requisiti erano elevati: oltre a modificare le pendenze trasversali e longitudinali del tracciato, si dovevano eliminare tutte le ondulazioni e le altre irregolarità superficiali esistenti. Al fine di assicurare la precisione richiesta, già nelle specifiche tecniche di capitolato era stato espressamente richiesto l’impiego di tecnologie 3D, sia in fase di progettazione </w:t>
      </w:r>
      <w:proofErr w:type="gramStart"/>
      <w:r w:rsidRPr="00FC7970">
        <w:rPr>
          <w:rFonts w:ascii="Verdana" w:hAnsi="Verdana"/>
        </w:rPr>
        <w:t>che</w:t>
      </w:r>
      <w:proofErr w:type="gramEnd"/>
      <w:r w:rsidRPr="00FC7970">
        <w:rPr>
          <w:rFonts w:ascii="Verdana" w:hAnsi="Verdana"/>
        </w:rPr>
        <w:t xml:space="preserve"> di esecuzione.</w:t>
      </w:r>
    </w:p>
    <w:p w:rsidR="00C937A4" w:rsidRPr="00FC7970" w:rsidRDefault="00C937A4" w:rsidP="00244981">
      <w:pPr>
        <w:pStyle w:val="Text"/>
        <w:spacing w:line="276" w:lineRule="auto"/>
        <w:rPr>
          <w:rFonts w:ascii="Verdana" w:hAnsi="Verdana"/>
        </w:rPr>
      </w:pPr>
    </w:p>
    <w:p w:rsidR="00C937A4" w:rsidRPr="00FC7970" w:rsidRDefault="0067450F" w:rsidP="00244981">
      <w:pPr>
        <w:pStyle w:val="Text"/>
        <w:spacing w:line="276" w:lineRule="auto"/>
        <w:rPr>
          <w:rFonts w:ascii="Verdana" w:hAnsi="Verdana"/>
        </w:rPr>
      </w:pPr>
      <w:r w:rsidRPr="00FC7970">
        <w:rPr>
          <w:rFonts w:ascii="Verdana" w:hAnsi="Verdana"/>
        </w:rPr>
        <w:t>Per eliminare tutte le irregolarità superficiali del tracciato, durante la fresatura era necessario variare con precisione millimetrica la profondità operativa del tamburo fresante. Solo in questo modo è possibile ottenere un sottofondo perfettamente un</w:t>
      </w:r>
      <w:r w:rsidRPr="00FC7970">
        <w:rPr>
          <w:rFonts w:ascii="Verdana" w:hAnsi="Verdana"/>
        </w:rPr>
        <w:t>i</w:t>
      </w:r>
      <w:r w:rsidRPr="00FC7970">
        <w:rPr>
          <w:rFonts w:ascii="Verdana" w:hAnsi="Verdana"/>
        </w:rPr>
        <w:t>forme e planare per il nuovo asfalto. Per eseguire questo intervento la Pesaresi Gi</w:t>
      </w:r>
      <w:r w:rsidRPr="00FC7970">
        <w:rPr>
          <w:rFonts w:ascii="Verdana" w:hAnsi="Verdana"/>
        </w:rPr>
        <w:t>u</w:t>
      </w:r>
      <w:r w:rsidRPr="00FC7970">
        <w:rPr>
          <w:rFonts w:ascii="Verdana" w:hAnsi="Verdana"/>
        </w:rPr>
        <w:t>seppe ha pertanto dotato la sua scarificatrice a freddo Wirtgen W 210 di una soluzi</w:t>
      </w:r>
      <w:r w:rsidRPr="00FC7970">
        <w:rPr>
          <w:rFonts w:ascii="Verdana" w:hAnsi="Verdana"/>
        </w:rPr>
        <w:t>o</w:t>
      </w:r>
      <w:r w:rsidRPr="00FC7970">
        <w:rPr>
          <w:rFonts w:ascii="Verdana" w:hAnsi="Verdana"/>
        </w:rPr>
        <w:t xml:space="preserve">ne 3D della </w:t>
      </w:r>
      <w:proofErr w:type="spellStart"/>
      <w:r w:rsidRPr="00FC7970">
        <w:rPr>
          <w:rFonts w:ascii="Verdana" w:hAnsi="Verdana"/>
        </w:rPr>
        <w:t>Trimble</w:t>
      </w:r>
      <w:proofErr w:type="spellEnd"/>
      <w:r w:rsidRPr="00FC7970">
        <w:rPr>
          <w:rFonts w:ascii="Verdana" w:hAnsi="Verdana"/>
        </w:rPr>
        <w:t>.</w:t>
      </w:r>
    </w:p>
    <w:p w:rsidR="003C2457" w:rsidRPr="00FC7970" w:rsidRDefault="003C2457">
      <w:pPr>
        <w:rPr>
          <w:sz w:val="22"/>
        </w:rPr>
      </w:pPr>
      <w:r w:rsidRPr="00FC7970">
        <w:br w:type="page"/>
      </w:r>
    </w:p>
    <w:p w:rsidR="002E765F" w:rsidRPr="00FC7970" w:rsidRDefault="0067450F" w:rsidP="00244981">
      <w:pPr>
        <w:pStyle w:val="Text"/>
        <w:spacing w:line="276" w:lineRule="auto"/>
        <w:rPr>
          <w:rStyle w:val="Hervorhebung"/>
          <w:rFonts w:ascii="Verdana" w:hAnsi="Verdana"/>
        </w:rPr>
      </w:pPr>
      <w:r w:rsidRPr="00FC7970">
        <w:rPr>
          <w:rFonts w:ascii="Verdana" w:hAnsi="Verdana"/>
          <w:b/>
        </w:rPr>
        <w:lastRenderedPageBreak/>
        <w:t xml:space="preserve">Fresatura “intelligente”: </w:t>
      </w:r>
      <w:r w:rsidR="006058A0" w:rsidRPr="00FC7970">
        <w:rPr>
          <w:rFonts w:ascii="Verdana" w:hAnsi="Verdana"/>
          <w:b/>
        </w:rPr>
        <w:t xml:space="preserve">il risultato ottenuto con </w:t>
      </w:r>
      <w:r w:rsidRPr="00FC7970">
        <w:rPr>
          <w:rFonts w:ascii="Verdana" w:hAnsi="Verdana"/>
          <w:b/>
        </w:rPr>
        <w:t xml:space="preserve">la W 210 </w:t>
      </w:r>
      <w:r w:rsidR="006058A0" w:rsidRPr="00FC7970">
        <w:rPr>
          <w:rFonts w:ascii="Verdana" w:hAnsi="Verdana"/>
          <w:b/>
        </w:rPr>
        <w:t>e</w:t>
      </w:r>
      <w:r w:rsidRPr="00FC7970">
        <w:rPr>
          <w:rFonts w:ascii="Verdana" w:hAnsi="Verdana"/>
          <w:b/>
        </w:rPr>
        <w:t xml:space="preserve"> il PCS900 </w:t>
      </w:r>
      <w:r w:rsidR="006058A0" w:rsidRPr="00FC7970">
        <w:rPr>
          <w:rFonts w:ascii="Verdana" w:hAnsi="Verdana"/>
          <w:b/>
        </w:rPr>
        <w:t>è davvero</w:t>
      </w:r>
      <w:r w:rsidRPr="00FC7970">
        <w:rPr>
          <w:rFonts w:ascii="Verdana" w:hAnsi="Verdana"/>
          <w:b/>
        </w:rPr>
        <w:t xml:space="preserve"> </w:t>
      </w:r>
      <w:proofErr w:type="gramStart"/>
      <w:r w:rsidRPr="00FC7970">
        <w:rPr>
          <w:rFonts w:ascii="Verdana" w:hAnsi="Verdana"/>
          <w:b/>
        </w:rPr>
        <w:t>impeccabile</w:t>
      </w:r>
      <w:proofErr w:type="gramEnd"/>
    </w:p>
    <w:p w:rsidR="00C644CA" w:rsidRPr="00FC7970" w:rsidRDefault="0067450F" w:rsidP="00244981">
      <w:pPr>
        <w:pStyle w:val="Text"/>
        <w:spacing w:line="276" w:lineRule="auto"/>
      </w:pPr>
      <w:r w:rsidRPr="00FC7970">
        <w:t xml:space="preserve">Dopo il rilievo topografico del terreno, eseguito in collaborazione con una società di servizi topografici e di progettazione civile, è stato approntato </w:t>
      </w:r>
      <w:r w:rsidR="006058A0" w:rsidRPr="00FC7970">
        <w:t xml:space="preserve">per la scarificatrice a freddo Wirtgen W 210 </w:t>
      </w:r>
      <w:r w:rsidRPr="00FC7970">
        <w:t>il preciso profilo tridimensionale del terreno. Durante la fres</w:t>
      </w:r>
      <w:r w:rsidRPr="00FC7970">
        <w:t>a</w:t>
      </w:r>
      <w:r w:rsidRPr="00FC7970">
        <w:t xml:space="preserve">tura del manto della pista, la W 210 dotata del sistema di controllo </w:t>
      </w:r>
      <w:proofErr w:type="spellStart"/>
      <w:r w:rsidRPr="00FC7970">
        <w:t>Trimble</w:t>
      </w:r>
      <w:proofErr w:type="spellEnd"/>
      <w:r w:rsidRPr="00FC7970">
        <w:t xml:space="preserve"> PCS900 ha dunque ricalcato al millimetro il profilo 3D</w:t>
      </w:r>
      <w:r w:rsidR="006058A0" w:rsidRPr="00FC7970">
        <w:t xml:space="preserve"> </w:t>
      </w:r>
      <w:proofErr w:type="gramStart"/>
      <w:r w:rsidR="006058A0" w:rsidRPr="00FC7970">
        <w:t>previamente</w:t>
      </w:r>
      <w:proofErr w:type="gramEnd"/>
      <w:r w:rsidR="006058A0" w:rsidRPr="00FC7970">
        <w:t xml:space="preserve"> caricato sulla macchina</w:t>
      </w:r>
      <w:r w:rsidRPr="00FC7970">
        <w:t>.</w:t>
      </w:r>
    </w:p>
    <w:p w:rsidR="0067450F" w:rsidRPr="00FC7970" w:rsidRDefault="0067450F" w:rsidP="00244981">
      <w:pPr>
        <w:pStyle w:val="Text"/>
        <w:spacing w:line="276" w:lineRule="auto"/>
      </w:pPr>
    </w:p>
    <w:p w:rsidR="0067450F" w:rsidRPr="00FC7970" w:rsidRDefault="00D1404C" w:rsidP="00244981">
      <w:pPr>
        <w:pStyle w:val="Text"/>
        <w:spacing w:line="276" w:lineRule="auto"/>
      </w:pPr>
      <w:r w:rsidRPr="00FC7970">
        <w:t xml:space="preserve">La tecnologia “Hot Swap” di </w:t>
      </w:r>
      <w:proofErr w:type="spellStart"/>
      <w:r w:rsidRPr="00FC7970">
        <w:t>Trimble</w:t>
      </w:r>
      <w:proofErr w:type="spellEnd"/>
      <w:r w:rsidRPr="00FC7970">
        <w:t xml:space="preserve"> ha consentito di passare da una stazione totale all’altra senza interrompere i lavori di fresatura. In tal modo si è evitata la formazi</w:t>
      </w:r>
      <w:r w:rsidRPr="00FC7970">
        <w:t>o</w:t>
      </w:r>
      <w:r w:rsidRPr="00FC7970">
        <w:t xml:space="preserve">ne </w:t>
      </w:r>
      <w:proofErr w:type="gramStart"/>
      <w:r w:rsidRPr="00FC7970">
        <w:t xml:space="preserve">di </w:t>
      </w:r>
      <w:proofErr w:type="gramEnd"/>
      <w:r w:rsidRPr="00FC7970">
        <w:t>irregolarità superficiali conseguente all’arresto della macchina lungo il tracciato.</w:t>
      </w:r>
    </w:p>
    <w:p w:rsidR="00464C73" w:rsidRPr="00FC7970" w:rsidRDefault="00464C73" w:rsidP="00244981">
      <w:pPr>
        <w:pStyle w:val="Text"/>
        <w:spacing w:line="276" w:lineRule="auto"/>
      </w:pPr>
    </w:p>
    <w:p w:rsidR="003C2457" w:rsidRPr="00FC7970" w:rsidRDefault="00464C73" w:rsidP="00244981">
      <w:pPr>
        <w:pStyle w:val="Text"/>
        <w:spacing w:line="276" w:lineRule="auto"/>
        <w:rPr>
          <w:rFonts w:asciiTheme="majorHAnsi" w:hAnsiTheme="majorHAnsi" w:cs="Arial"/>
          <w:szCs w:val="22"/>
        </w:rPr>
      </w:pPr>
      <w:r w:rsidRPr="00FC7970">
        <w:rPr>
          <w:rFonts w:asciiTheme="majorHAnsi" w:hAnsiTheme="majorHAnsi"/>
        </w:rPr>
        <w:t xml:space="preserve">La scarificatrice a freddo Wirtgen W 210 è predestinata per eseguire in modo rapido ed </w:t>
      </w:r>
      <w:proofErr w:type="gramStart"/>
      <w:r w:rsidRPr="00FC7970">
        <w:rPr>
          <w:rFonts w:asciiTheme="majorHAnsi" w:hAnsiTheme="majorHAnsi"/>
        </w:rPr>
        <w:t>economico interventi stradali</w:t>
      </w:r>
      <w:proofErr w:type="gramEnd"/>
      <w:r w:rsidRPr="00FC7970">
        <w:rPr>
          <w:rFonts w:asciiTheme="majorHAnsi" w:hAnsiTheme="majorHAnsi"/>
        </w:rPr>
        <w:t xml:space="preserve"> di questo genere: grazie alla possibilità di attrezzarla con gruppi fresanti con larghezze operative di 1,50 m, 2,0 m o 2,20 m e di impostare vari regimi di rotazione del tamburo fresante, la compatta scarificatrice di grossa t</w:t>
      </w:r>
      <w:r w:rsidRPr="00FC7970">
        <w:rPr>
          <w:rFonts w:asciiTheme="majorHAnsi" w:hAnsiTheme="majorHAnsi"/>
        </w:rPr>
        <w:t>a</w:t>
      </w:r>
      <w:r w:rsidRPr="00FC7970">
        <w:rPr>
          <w:rFonts w:asciiTheme="majorHAnsi" w:hAnsiTheme="majorHAnsi"/>
        </w:rPr>
        <w:t>glia si adatta in modo flessibile alle diverse situazioni di cantiere. L’enorme produtt</w:t>
      </w:r>
      <w:r w:rsidRPr="00FC7970">
        <w:rPr>
          <w:rFonts w:asciiTheme="majorHAnsi" w:hAnsiTheme="majorHAnsi"/>
        </w:rPr>
        <w:t>i</w:t>
      </w:r>
      <w:r w:rsidRPr="00FC7970">
        <w:rPr>
          <w:rFonts w:asciiTheme="majorHAnsi" w:hAnsiTheme="majorHAnsi"/>
        </w:rPr>
        <w:t>vità, l’ottima maneggevolezza e il sistema di propulsione con due motori diesel a basso consumo garantiscono la massima economia d’esercizio in tutte le situazioni operative.</w:t>
      </w:r>
    </w:p>
    <w:p w:rsidR="003C2457" w:rsidRPr="00FC7970" w:rsidRDefault="003C2457" w:rsidP="00244981">
      <w:pPr>
        <w:pStyle w:val="Text"/>
        <w:spacing w:line="276" w:lineRule="auto"/>
        <w:rPr>
          <w:rFonts w:asciiTheme="majorHAnsi" w:hAnsiTheme="majorHAnsi" w:cs="Arial"/>
          <w:szCs w:val="22"/>
        </w:rPr>
      </w:pPr>
    </w:p>
    <w:p w:rsidR="00464C73" w:rsidRPr="00FC7970" w:rsidRDefault="00B50AFD" w:rsidP="00244981">
      <w:pPr>
        <w:pStyle w:val="Text"/>
        <w:spacing w:line="276" w:lineRule="auto"/>
        <w:rPr>
          <w:rFonts w:asciiTheme="majorHAnsi" w:hAnsiTheme="majorHAnsi" w:cs="Arial"/>
          <w:szCs w:val="22"/>
        </w:rPr>
      </w:pPr>
      <w:r w:rsidRPr="00FC7970">
        <w:rPr>
          <w:rFonts w:asciiTheme="majorHAnsi" w:hAnsiTheme="majorHAnsi"/>
        </w:rPr>
        <w:t xml:space="preserve">L’utilizzo </w:t>
      </w:r>
      <w:r w:rsidR="00C81E3B" w:rsidRPr="00FC7970">
        <w:rPr>
          <w:rFonts w:asciiTheme="majorHAnsi" w:hAnsiTheme="majorHAnsi"/>
        </w:rPr>
        <w:t>di</w:t>
      </w:r>
      <w:r w:rsidRPr="00FC7970">
        <w:rPr>
          <w:rFonts w:asciiTheme="majorHAnsi" w:hAnsiTheme="majorHAnsi"/>
        </w:rPr>
        <w:t xml:space="preserve"> tecnologi</w:t>
      </w:r>
      <w:r w:rsidR="00C81E3B" w:rsidRPr="00FC7970">
        <w:rPr>
          <w:rFonts w:asciiTheme="majorHAnsi" w:hAnsiTheme="majorHAnsi"/>
        </w:rPr>
        <w:t>e</w:t>
      </w:r>
      <w:r w:rsidRPr="00FC7970">
        <w:rPr>
          <w:rFonts w:asciiTheme="majorHAnsi" w:hAnsiTheme="majorHAnsi"/>
        </w:rPr>
        <w:t xml:space="preserve"> 3D velocizza inoltre i tempi di cantiere: non essendo ostacolati da fili e picchetti, i camion </w:t>
      </w:r>
      <w:r w:rsidR="00C81E3B" w:rsidRPr="00FC7970">
        <w:rPr>
          <w:rFonts w:asciiTheme="majorHAnsi" w:hAnsiTheme="majorHAnsi"/>
        </w:rPr>
        <w:t>incaricati di</w:t>
      </w:r>
      <w:r w:rsidRPr="00FC7970">
        <w:rPr>
          <w:rFonts w:asciiTheme="majorHAnsi" w:hAnsiTheme="majorHAnsi"/>
        </w:rPr>
        <w:t xml:space="preserve"> asporta</w:t>
      </w:r>
      <w:r w:rsidR="00C81E3B" w:rsidRPr="00FC7970">
        <w:rPr>
          <w:rFonts w:asciiTheme="majorHAnsi" w:hAnsiTheme="majorHAnsi"/>
        </w:rPr>
        <w:t>re</w:t>
      </w:r>
      <w:r w:rsidRPr="00FC7970">
        <w:rPr>
          <w:rFonts w:asciiTheme="majorHAnsi" w:hAnsiTheme="majorHAnsi"/>
        </w:rPr>
        <w:t xml:space="preserve"> il fresato possono circolare più ag</w:t>
      </w:r>
      <w:r w:rsidRPr="00FC7970">
        <w:rPr>
          <w:rFonts w:asciiTheme="majorHAnsi" w:hAnsiTheme="majorHAnsi"/>
        </w:rPr>
        <w:t>e</w:t>
      </w:r>
      <w:r w:rsidRPr="00FC7970">
        <w:rPr>
          <w:rFonts w:asciiTheme="majorHAnsi" w:hAnsiTheme="majorHAnsi"/>
        </w:rPr>
        <w:t>volmente.</w:t>
      </w:r>
    </w:p>
    <w:p w:rsidR="00464C73" w:rsidRPr="00FC7970" w:rsidRDefault="00464C73" w:rsidP="00244981">
      <w:pPr>
        <w:pStyle w:val="Text"/>
        <w:spacing w:line="276" w:lineRule="auto"/>
        <w:rPr>
          <w:rFonts w:asciiTheme="majorHAnsi" w:hAnsiTheme="majorHAnsi" w:cs="Arial"/>
          <w:szCs w:val="22"/>
        </w:rPr>
      </w:pPr>
    </w:p>
    <w:p w:rsidR="0067450F" w:rsidRPr="00FC7970" w:rsidRDefault="00464C73" w:rsidP="00244981">
      <w:pPr>
        <w:pStyle w:val="Text"/>
        <w:spacing w:line="276" w:lineRule="auto"/>
        <w:rPr>
          <w:b/>
        </w:rPr>
      </w:pPr>
      <w:r w:rsidRPr="00FC7970">
        <w:rPr>
          <w:b/>
        </w:rPr>
        <w:t xml:space="preserve">I lavori sono stati portati a termine rapidamente e con </w:t>
      </w:r>
      <w:proofErr w:type="gramStart"/>
      <w:r w:rsidRPr="00FC7970">
        <w:rPr>
          <w:b/>
        </w:rPr>
        <w:t>successo</w:t>
      </w:r>
      <w:proofErr w:type="gramEnd"/>
    </w:p>
    <w:p w:rsidR="0067450F" w:rsidRPr="00FC7970" w:rsidRDefault="00464C73" w:rsidP="00244981">
      <w:pPr>
        <w:pStyle w:val="Text"/>
        <w:spacing w:line="276" w:lineRule="auto"/>
      </w:pPr>
      <w:r w:rsidRPr="00FC7970">
        <w:t xml:space="preserve">I lavori di fresatura sono stati ultimati nel giro di soli </w:t>
      </w:r>
      <w:proofErr w:type="gramStart"/>
      <w:r w:rsidRPr="00FC7970">
        <w:t>14</w:t>
      </w:r>
      <w:proofErr w:type="gramEnd"/>
      <w:r w:rsidRPr="00FC7970">
        <w:t xml:space="preserve"> giorni, dopodiché si è potuto procedere alla riasfaltatura della pista. Già quattro giorni dopo il circuito è stato co</w:t>
      </w:r>
      <w:r w:rsidRPr="00FC7970">
        <w:t>n</w:t>
      </w:r>
      <w:r w:rsidRPr="00FC7970">
        <w:t>segnato alla committenza nel pieno rispetto dei tempi e delle specifiche tecniche: il nuovo circuito non presenta più irregolarità superficiali. E grazie alle nuove parti di tracciato realizzate, tutti gli spettatori presenti sulle tribune possono vedere molto meglio l’andamento dell’intero circuito. È dunque spianata la strada per assistere a ulteriori spettacolari gare motoristiche di caratura mondiale.</w:t>
      </w:r>
    </w:p>
    <w:p w:rsidR="0067450F" w:rsidRPr="00FC7970" w:rsidRDefault="0067450F" w:rsidP="00244981">
      <w:pPr>
        <w:pStyle w:val="Text"/>
        <w:spacing w:line="276" w:lineRule="auto"/>
      </w:pPr>
    </w:p>
    <w:p w:rsidR="0067450F" w:rsidRPr="00FC7970" w:rsidRDefault="0067450F" w:rsidP="00244981">
      <w:pPr>
        <w:pStyle w:val="Text"/>
        <w:spacing w:line="276" w:lineRule="auto"/>
      </w:pPr>
    </w:p>
    <w:p w:rsidR="0067450F" w:rsidRPr="00FC7970" w:rsidRDefault="0067450F" w:rsidP="00244981">
      <w:pPr>
        <w:pStyle w:val="Text"/>
        <w:spacing w:line="276" w:lineRule="auto"/>
      </w:pPr>
    </w:p>
    <w:p w:rsidR="002E765F" w:rsidRPr="00FC7970" w:rsidRDefault="002E765F" w:rsidP="00C644CA">
      <w:pPr>
        <w:pStyle w:val="Text"/>
      </w:pPr>
      <w:r w:rsidRPr="00FC7970">
        <w:br w:type="page"/>
      </w:r>
    </w:p>
    <w:p w:rsidR="00D166AC" w:rsidRPr="00FC7970" w:rsidRDefault="002844EF" w:rsidP="00C644CA">
      <w:pPr>
        <w:pStyle w:val="HeadlineFotos"/>
      </w:pPr>
      <w:r w:rsidRPr="00FC7970">
        <w:rPr>
          <w:rFonts w:ascii="Verdana" w:hAnsi="Verdana"/>
          <w:caps w:val="0"/>
        </w:rPr>
        <w:lastRenderedPageBreak/>
        <w:t>Foto</w:t>
      </w:r>
      <w:r w:rsidRPr="00FC7970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2"/>
        <w:gridCol w:w="4816"/>
      </w:tblGrid>
      <w:tr w:rsidR="00B50AFD" w:rsidRPr="00FC7970" w:rsidTr="00B50A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79" w:type="dxa"/>
            <w:tcBorders>
              <w:right w:val="single" w:sz="4" w:space="0" w:color="auto"/>
            </w:tcBorders>
          </w:tcPr>
          <w:p w:rsidR="00B50AFD" w:rsidRPr="00FC7970" w:rsidRDefault="00B50AFD" w:rsidP="00811333">
            <w:r w:rsidRPr="00FC7970">
              <w:rPr>
                <w:noProof/>
                <w:lang w:val="de-DE" w:eastAsia="de-DE" w:bidi="ar-SA"/>
              </w:rPr>
              <w:drawing>
                <wp:inline distT="0" distB="0" distL="0" distR="0" wp14:anchorId="304C29FA" wp14:editId="74F324DF">
                  <wp:extent cx="2615666" cy="1961750"/>
                  <wp:effectExtent l="0" t="0" r="0" b="635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3" w:type="dxa"/>
          </w:tcPr>
          <w:p w:rsidR="00B50AFD" w:rsidRPr="00FC7970" w:rsidRDefault="00CD0735" w:rsidP="00811333">
            <w:pPr>
              <w:pStyle w:val="berschrift3"/>
              <w:outlineLvl w:val="2"/>
            </w:pPr>
            <w:r>
              <w:t>W210_01823</w:t>
            </w:r>
          </w:p>
          <w:p w:rsidR="00B50AFD" w:rsidRPr="00FC7970" w:rsidRDefault="00675E07" w:rsidP="00811333">
            <w:pPr>
              <w:pStyle w:val="Text"/>
              <w:jc w:val="left"/>
              <w:rPr>
                <w:sz w:val="20"/>
              </w:rPr>
            </w:pPr>
            <w:r w:rsidRPr="00FC7970">
              <w:rPr>
                <w:sz w:val="20"/>
              </w:rPr>
              <w:t>Wirtgen si è aggiudicata la gara in 3D sul M</w:t>
            </w:r>
            <w:r w:rsidRPr="00FC7970">
              <w:rPr>
                <w:sz w:val="20"/>
              </w:rPr>
              <w:t>i</w:t>
            </w:r>
            <w:r w:rsidRPr="00FC7970">
              <w:rPr>
                <w:sz w:val="20"/>
              </w:rPr>
              <w:t>sano World Circuit.</w:t>
            </w:r>
          </w:p>
          <w:p w:rsidR="00C563D0" w:rsidRPr="00FC7970" w:rsidRDefault="00C563D0" w:rsidP="00811333">
            <w:pPr>
              <w:pStyle w:val="Text"/>
              <w:jc w:val="left"/>
              <w:rPr>
                <w:sz w:val="20"/>
              </w:rPr>
            </w:pPr>
          </w:p>
          <w:p w:rsidR="00C563D0" w:rsidRPr="00FC7970" w:rsidRDefault="00C563D0" w:rsidP="00811333">
            <w:pPr>
              <w:pStyle w:val="Text"/>
              <w:jc w:val="left"/>
              <w:rPr>
                <w:sz w:val="20"/>
              </w:rPr>
            </w:pPr>
            <w:r w:rsidRPr="00FC7970">
              <w:rPr>
                <w:sz w:val="20"/>
              </w:rPr>
              <w:t xml:space="preserve">Foto: </w:t>
            </w:r>
            <w:proofErr w:type="spellStart"/>
            <w:r w:rsidRPr="00FC7970">
              <w:rPr>
                <w:sz w:val="20"/>
              </w:rPr>
              <w:t>Trimble</w:t>
            </w:r>
            <w:proofErr w:type="spellEnd"/>
          </w:p>
        </w:tc>
      </w:tr>
    </w:tbl>
    <w:p w:rsidR="00D166AC" w:rsidRPr="00FC7970" w:rsidRDefault="00D166AC" w:rsidP="00D166AC">
      <w:pPr>
        <w:pStyle w:val="Text"/>
      </w:pPr>
    </w:p>
    <w:tbl>
      <w:tblPr>
        <w:tblStyle w:val="Basic"/>
        <w:tblW w:w="9640" w:type="dxa"/>
        <w:tblCellSpacing w:w="71" w:type="dxa"/>
        <w:tblLook w:val="04A0" w:firstRow="1" w:lastRow="0" w:firstColumn="1" w:lastColumn="0" w:noHBand="0" w:noVBand="1"/>
      </w:tblPr>
      <w:tblGrid>
        <w:gridCol w:w="4992"/>
        <w:gridCol w:w="4648"/>
      </w:tblGrid>
      <w:tr w:rsidR="00B50AFD" w:rsidRPr="00FC7970" w:rsidTr="00675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79" w:type="dxa"/>
            <w:tcBorders>
              <w:right w:val="single" w:sz="4" w:space="0" w:color="auto"/>
            </w:tcBorders>
          </w:tcPr>
          <w:p w:rsidR="00B50AFD" w:rsidRPr="00FC7970" w:rsidRDefault="00B50AFD" w:rsidP="00811333">
            <w:r w:rsidRPr="00FC7970">
              <w:rPr>
                <w:noProof/>
                <w:lang w:val="de-DE" w:eastAsia="de-DE" w:bidi="ar-SA"/>
              </w:rPr>
              <w:drawing>
                <wp:inline distT="0" distB="0" distL="0" distR="0" wp14:anchorId="2EDA8309" wp14:editId="0FE1CC0F">
                  <wp:extent cx="2615666" cy="1961750"/>
                  <wp:effectExtent l="0" t="0" r="0" b="635"/>
                  <wp:docPr id="1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5" w:type="dxa"/>
          </w:tcPr>
          <w:p w:rsidR="00B50AFD" w:rsidRPr="00FC7970" w:rsidRDefault="00CD0735" w:rsidP="00811333">
            <w:pPr>
              <w:pStyle w:val="Text"/>
              <w:jc w:val="left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W210_01819</w:t>
            </w:r>
          </w:p>
          <w:p w:rsidR="00675E07" w:rsidRPr="00FC7970" w:rsidRDefault="00675E07" w:rsidP="00811333">
            <w:pPr>
              <w:pStyle w:val="Text"/>
              <w:jc w:val="left"/>
              <w:rPr>
                <w:sz w:val="20"/>
              </w:rPr>
            </w:pPr>
          </w:p>
          <w:p w:rsidR="00675E07" w:rsidRPr="00FC7970" w:rsidRDefault="00675E07" w:rsidP="00740909">
            <w:pPr>
              <w:pStyle w:val="Text"/>
              <w:jc w:val="left"/>
              <w:rPr>
                <w:sz w:val="20"/>
              </w:rPr>
            </w:pPr>
            <w:r w:rsidRPr="00FC7970">
              <w:rPr>
                <w:sz w:val="20"/>
              </w:rPr>
              <w:t xml:space="preserve">La stazione totale universale </w:t>
            </w:r>
            <w:proofErr w:type="spellStart"/>
            <w:r w:rsidRPr="00FC7970">
              <w:rPr>
                <w:sz w:val="20"/>
              </w:rPr>
              <w:t>Trimble</w:t>
            </w:r>
            <w:proofErr w:type="spellEnd"/>
            <w:r w:rsidRPr="00FC7970">
              <w:rPr>
                <w:sz w:val="20"/>
              </w:rPr>
              <w:t xml:space="preserve"> SPS930 </w:t>
            </w:r>
            <w:proofErr w:type="gramStart"/>
            <w:r w:rsidRPr="00FC7970">
              <w:rPr>
                <w:sz w:val="20"/>
              </w:rPr>
              <w:t>viene</w:t>
            </w:r>
            <w:proofErr w:type="gramEnd"/>
            <w:r w:rsidRPr="00FC7970">
              <w:rPr>
                <w:sz w:val="20"/>
              </w:rPr>
              <w:t xml:space="preserve"> allineata con il prisma attivo a bordo della scarificatrice a freddo Wir</w:t>
            </w:r>
            <w:r w:rsidRPr="00FC7970">
              <w:rPr>
                <w:sz w:val="20"/>
              </w:rPr>
              <w:t>t</w:t>
            </w:r>
            <w:r w:rsidRPr="00FC7970">
              <w:rPr>
                <w:sz w:val="20"/>
              </w:rPr>
              <w:t>gen. Ciò consente di regolare con precisi</w:t>
            </w:r>
            <w:r w:rsidRPr="00FC7970">
              <w:rPr>
                <w:sz w:val="20"/>
              </w:rPr>
              <w:t>o</w:t>
            </w:r>
            <w:r w:rsidRPr="00FC7970">
              <w:rPr>
                <w:sz w:val="20"/>
              </w:rPr>
              <w:t>ne millimetrica la profondità di fresatura.</w:t>
            </w:r>
          </w:p>
          <w:p w:rsidR="00C563D0" w:rsidRPr="00FC7970" w:rsidRDefault="00C563D0" w:rsidP="00740909">
            <w:pPr>
              <w:pStyle w:val="Text"/>
              <w:jc w:val="left"/>
              <w:rPr>
                <w:sz w:val="20"/>
              </w:rPr>
            </w:pPr>
          </w:p>
          <w:p w:rsidR="00C563D0" w:rsidRPr="00FC7970" w:rsidRDefault="00C563D0" w:rsidP="00740909">
            <w:pPr>
              <w:pStyle w:val="Text"/>
              <w:jc w:val="left"/>
              <w:rPr>
                <w:sz w:val="20"/>
              </w:rPr>
            </w:pPr>
            <w:r w:rsidRPr="00FC7970">
              <w:rPr>
                <w:sz w:val="20"/>
              </w:rPr>
              <w:t xml:space="preserve">Foto: </w:t>
            </w:r>
            <w:proofErr w:type="spellStart"/>
            <w:r w:rsidRPr="00FC7970">
              <w:rPr>
                <w:sz w:val="20"/>
              </w:rPr>
              <w:t>Trimble</w:t>
            </w:r>
            <w:proofErr w:type="spellEnd"/>
          </w:p>
        </w:tc>
      </w:tr>
    </w:tbl>
    <w:p w:rsidR="00B50AFD" w:rsidRPr="00FC7970" w:rsidRDefault="00B50AFD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2"/>
        <w:gridCol w:w="4648"/>
      </w:tblGrid>
      <w:tr w:rsidR="00B50AFD" w:rsidRPr="00FC7970" w:rsidTr="00675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79" w:type="dxa"/>
            <w:tcBorders>
              <w:right w:val="single" w:sz="4" w:space="0" w:color="auto"/>
            </w:tcBorders>
          </w:tcPr>
          <w:p w:rsidR="00B50AFD" w:rsidRPr="00FC7970" w:rsidRDefault="00B50AFD" w:rsidP="00811333">
            <w:r w:rsidRPr="00FC7970">
              <w:rPr>
                <w:noProof/>
                <w:lang w:val="de-DE" w:eastAsia="de-DE" w:bidi="ar-SA"/>
              </w:rPr>
              <w:drawing>
                <wp:inline distT="0" distB="0" distL="0" distR="0" wp14:anchorId="645E227B" wp14:editId="0A5DAA05">
                  <wp:extent cx="2615666" cy="1961750"/>
                  <wp:effectExtent l="0" t="0" r="0" b="635"/>
                  <wp:docPr id="15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5" w:type="dxa"/>
          </w:tcPr>
          <w:p w:rsidR="00B50AFD" w:rsidRPr="00FC7970" w:rsidRDefault="00CD0735" w:rsidP="00811333">
            <w:pPr>
              <w:pStyle w:val="Text"/>
              <w:jc w:val="left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W210_01820</w:t>
            </w:r>
          </w:p>
          <w:p w:rsidR="00675E07" w:rsidRPr="00FC7970" w:rsidRDefault="00675E07" w:rsidP="00811333">
            <w:pPr>
              <w:pStyle w:val="Text"/>
              <w:jc w:val="left"/>
              <w:rPr>
                <w:sz w:val="20"/>
              </w:rPr>
            </w:pPr>
          </w:p>
          <w:p w:rsidR="00675E07" w:rsidRPr="00FC7970" w:rsidRDefault="00E24771" w:rsidP="00E24771">
            <w:pPr>
              <w:pStyle w:val="Text"/>
              <w:jc w:val="left"/>
              <w:rPr>
                <w:sz w:val="20"/>
              </w:rPr>
            </w:pPr>
            <w:r w:rsidRPr="00FC7970">
              <w:rPr>
                <w:sz w:val="20"/>
              </w:rPr>
              <w:t>La tecnologia Hot Swap consente di passare da una stazione totale all’altra senza arr</w:t>
            </w:r>
            <w:r w:rsidRPr="00FC7970">
              <w:rPr>
                <w:sz w:val="20"/>
              </w:rPr>
              <w:t>e</w:t>
            </w:r>
            <w:r w:rsidRPr="00FC7970">
              <w:rPr>
                <w:sz w:val="20"/>
              </w:rPr>
              <w:t>stare la fresatrice stradale, in modo da ev</w:t>
            </w:r>
            <w:r w:rsidRPr="00FC7970">
              <w:rPr>
                <w:sz w:val="20"/>
              </w:rPr>
              <w:t>i</w:t>
            </w:r>
            <w:r w:rsidRPr="00FC7970">
              <w:rPr>
                <w:sz w:val="20"/>
              </w:rPr>
              <w:t xml:space="preserve">tare la formazione </w:t>
            </w:r>
            <w:proofErr w:type="gramStart"/>
            <w:r w:rsidRPr="00FC7970">
              <w:rPr>
                <w:sz w:val="20"/>
              </w:rPr>
              <w:t xml:space="preserve">di </w:t>
            </w:r>
            <w:proofErr w:type="gramEnd"/>
            <w:r w:rsidRPr="00FC7970">
              <w:rPr>
                <w:sz w:val="20"/>
              </w:rPr>
              <w:t>irregolarità superfici</w:t>
            </w:r>
            <w:r w:rsidRPr="00FC7970">
              <w:rPr>
                <w:sz w:val="20"/>
              </w:rPr>
              <w:t>a</w:t>
            </w:r>
            <w:r w:rsidRPr="00FC7970">
              <w:rPr>
                <w:sz w:val="20"/>
              </w:rPr>
              <w:t>li.</w:t>
            </w:r>
          </w:p>
          <w:p w:rsidR="00C563D0" w:rsidRPr="00FC7970" w:rsidRDefault="00C563D0" w:rsidP="00E24771">
            <w:pPr>
              <w:pStyle w:val="Text"/>
              <w:jc w:val="left"/>
              <w:rPr>
                <w:sz w:val="20"/>
              </w:rPr>
            </w:pPr>
          </w:p>
          <w:p w:rsidR="00C563D0" w:rsidRPr="00FC7970" w:rsidRDefault="00C563D0" w:rsidP="00E24771">
            <w:pPr>
              <w:pStyle w:val="Text"/>
              <w:jc w:val="left"/>
              <w:rPr>
                <w:sz w:val="20"/>
              </w:rPr>
            </w:pPr>
            <w:r w:rsidRPr="00FC7970">
              <w:rPr>
                <w:sz w:val="20"/>
              </w:rPr>
              <w:t xml:space="preserve">Foto: </w:t>
            </w:r>
            <w:proofErr w:type="spellStart"/>
            <w:r w:rsidRPr="00FC7970">
              <w:rPr>
                <w:sz w:val="20"/>
              </w:rPr>
              <w:t>Trimble</w:t>
            </w:r>
            <w:proofErr w:type="spellEnd"/>
          </w:p>
        </w:tc>
      </w:tr>
    </w:tbl>
    <w:p w:rsidR="00B50AFD" w:rsidRPr="00FC7970" w:rsidRDefault="00B50AFD" w:rsidP="00D166AC">
      <w:pPr>
        <w:pStyle w:val="Text"/>
      </w:pPr>
    </w:p>
    <w:p w:rsidR="00675E07" w:rsidRPr="00FC7970" w:rsidRDefault="00675E07">
      <w:r w:rsidRPr="00FC7970">
        <w:br w:type="page"/>
      </w:r>
    </w:p>
    <w:tbl>
      <w:tblPr>
        <w:tblStyle w:val="Basic"/>
        <w:tblW w:w="9781" w:type="dxa"/>
        <w:tblCellSpacing w:w="71" w:type="dxa"/>
        <w:tblLook w:val="04A0" w:firstRow="1" w:lastRow="0" w:firstColumn="1" w:lastColumn="0" w:noHBand="0" w:noVBand="1"/>
      </w:tblPr>
      <w:tblGrid>
        <w:gridCol w:w="4992"/>
        <w:gridCol w:w="4789"/>
      </w:tblGrid>
      <w:tr w:rsidR="00B50AFD" w:rsidRPr="00FC7970" w:rsidTr="003C24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79" w:type="dxa"/>
            <w:tcBorders>
              <w:right w:val="single" w:sz="4" w:space="0" w:color="auto"/>
            </w:tcBorders>
          </w:tcPr>
          <w:p w:rsidR="00B50AFD" w:rsidRPr="00FC7970" w:rsidRDefault="00B50AFD" w:rsidP="00811333">
            <w:r w:rsidRPr="00FC7970">
              <w:rPr>
                <w:noProof/>
                <w:lang w:val="de-DE" w:eastAsia="de-DE" w:bidi="ar-SA"/>
              </w:rPr>
              <w:lastRenderedPageBreak/>
              <w:drawing>
                <wp:inline distT="0" distB="0" distL="0" distR="0" wp14:anchorId="4650336B" wp14:editId="0DD17328">
                  <wp:extent cx="2615666" cy="1961750"/>
                  <wp:effectExtent l="0" t="0" r="0" b="635"/>
                  <wp:docPr id="16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6" w:type="dxa"/>
          </w:tcPr>
          <w:p w:rsidR="00B50AFD" w:rsidRPr="00FC7970" w:rsidRDefault="00CD0735" w:rsidP="00811333">
            <w:pPr>
              <w:pStyle w:val="Text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W210_01822</w:t>
            </w:r>
          </w:p>
          <w:p w:rsidR="00E24771" w:rsidRPr="00FC7970" w:rsidRDefault="00E24771" w:rsidP="00811333">
            <w:pPr>
              <w:pStyle w:val="Text"/>
              <w:jc w:val="left"/>
              <w:rPr>
                <w:sz w:val="20"/>
              </w:rPr>
            </w:pPr>
          </w:p>
          <w:p w:rsidR="00E24771" w:rsidRPr="00FC7970" w:rsidRDefault="003C2457" w:rsidP="00811333">
            <w:pPr>
              <w:pStyle w:val="Text"/>
              <w:jc w:val="left"/>
              <w:rPr>
                <w:sz w:val="20"/>
              </w:rPr>
            </w:pPr>
            <w:r w:rsidRPr="00FC7970">
              <w:rPr>
                <w:sz w:val="20"/>
              </w:rPr>
              <w:t xml:space="preserve">La scarificatrice a freddo Wirtgen W 210 è dotata di un’interfaccia per sistemi 3D. Per questo intervento si è usato il sistema </w:t>
            </w:r>
            <w:proofErr w:type="spellStart"/>
            <w:r w:rsidRPr="00FC7970">
              <w:rPr>
                <w:sz w:val="20"/>
              </w:rPr>
              <w:t>Tri</w:t>
            </w:r>
            <w:r w:rsidRPr="00FC7970">
              <w:rPr>
                <w:sz w:val="20"/>
              </w:rPr>
              <w:t>m</w:t>
            </w:r>
            <w:r w:rsidRPr="00FC7970">
              <w:rPr>
                <w:sz w:val="20"/>
              </w:rPr>
              <w:t>ble</w:t>
            </w:r>
            <w:proofErr w:type="spellEnd"/>
            <w:r w:rsidRPr="00FC7970">
              <w:rPr>
                <w:sz w:val="20"/>
              </w:rPr>
              <w:t xml:space="preserve"> PCS900.</w:t>
            </w:r>
          </w:p>
          <w:p w:rsidR="00C563D0" w:rsidRPr="00FC7970" w:rsidRDefault="00C563D0" w:rsidP="00811333">
            <w:pPr>
              <w:pStyle w:val="Text"/>
              <w:jc w:val="left"/>
              <w:rPr>
                <w:sz w:val="20"/>
              </w:rPr>
            </w:pPr>
          </w:p>
          <w:p w:rsidR="00C563D0" w:rsidRPr="00FC7970" w:rsidRDefault="00C563D0" w:rsidP="00811333">
            <w:pPr>
              <w:pStyle w:val="Text"/>
              <w:jc w:val="left"/>
              <w:rPr>
                <w:sz w:val="20"/>
              </w:rPr>
            </w:pPr>
            <w:r w:rsidRPr="00FC7970">
              <w:rPr>
                <w:sz w:val="20"/>
              </w:rPr>
              <w:t xml:space="preserve">Foto: </w:t>
            </w:r>
            <w:proofErr w:type="spellStart"/>
            <w:r w:rsidRPr="00FC7970">
              <w:rPr>
                <w:sz w:val="20"/>
              </w:rPr>
              <w:t>Trimble</w:t>
            </w:r>
            <w:proofErr w:type="spellEnd"/>
          </w:p>
        </w:tc>
      </w:tr>
    </w:tbl>
    <w:p w:rsidR="00B50AFD" w:rsidRPr="00FC7970" w:rsidRDefault="00B50AFD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2"/>
        <w:gridCol w:w="4648"/>
      </w:tblGrid>
      <w:tr w:rsidR="00B50AFD" w:rsidRPr="00FC7970" w:rsidTr="00675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79" w:type="dxa"/>
            <w:tcBorders>
              <w:right w:val="single" w:sz="4" w:space="0" w:color="auto"/>
            </w:tcBorders>
          </w:tcPr>
          <w:p w:rsidR="00B50AFD" w:rsidRPr="00FC7970" w:rsidRDefault="00B50AFD" w:rsidP="00811333">
            <w:r w:rsidRPr="00FC7970">
              <w:rPr>
                <w:noProof/>
                <w:lang w:val="de-DE" w:eastAsia="de-DE" w:bidi="ar-SA"/>
              </w:rPr>
              <w:drawing>
                <wp:inline distT="0" distB="0" distL="0" distR="0" wp14:anchorId="373B6C7F" wp14:editId="7DBE08FE">
                  <wp:extent cx="2615666" cy="1961750"/>
                  <wp:effectExtent l="0" t="0" r="0" b="635"/>
                  <wp:docPr id="1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5" w:type="dxa"/>
          </w:tcPr>
          <w:p w:rsidR="00B50AFD" w:rsidRPr="00FC7970" w:rsidRDefault="00CD0735" w:rsidP="00811333">
            <w:pPr>
              <w:pStyle w:val="Text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W210_01821</w:t>
            </w:r>
            <w:bookmarkStart w:id="0" w:name="_GoBack"/>
            <w:bookmarkEnd w:id="0"/>
          </w:p>
          <w:p w:rsidR="003C2457" w:rsidRPr="00FC7970" w:rsidRDefault="003C2457" w:rsidP="00811333">
            <w:pPr>
              <w:pStyle w:val="Text"/>
              <w:jc w:val="left"/>
              <w:rPr>
                <w:sz w:val="20"/>
              </w:rPr>
            </w:pPr>
          </w:p>
          <w:p w:rsidR="003C2457" w:rsidRPr="00FC7970" w:rsidRDefault="003C2457" w:rsidP="003C2457">
            <w:pPr>
              <w:pStyle w:val="Text"/>
              <w:jc w:val="left"/>
              <w:rPr>
                <w:sz w:val="20"/>
              </w:rPr>
            </w:pPr>
            <w:r w:rsidRPr="00FC7970">
              <w:rPr>
                <w:sz w:val="20"/>
              </w:rPr>
              <w:t>Il control box installato sulla scarificatrice a freddo Wirtgen indica la posizione del ta</w:t>
            </w:r>
            <w:r w:rsidRPr="00FC7970">
              <w:rPr>
                <w:sz w:val="20"/>
              </w:rPr>
              <w:t>m</w:t>
            </w:r>
            <w:r w:rsidRPr="00FC7970">
              <w:rPr>
                <w:sz w:val="20"/>
              </w:rPr>
              <w:t>buro fresante rispetto al progetto 3D o alla compensazione verticale definita.</w:t>
            </w:r>
          </w:p>
          <w:p w:rsidR="00C563D0" w:rsidRPr="00FC7970" w:rsidRDefault="00C563D0" w:rsidP="003C2457">
            <w:pPr>
              <w:pStyle w:val="Text"/>
              <w:jc w:val="left"/>
              <w:rPr>
                <w:sz w:val="20"/>
              </w:rPr>
            </w:pPr>
          </w:p>
          <w:p w:rsidR="00C563D0" w:rsidRPr="00FC7970" w:rsidRDefault="00C563D0" w:rsidP="003C2457">
            <w:pPr>
              <w:pStyle w:val="Text"/>
              <w:jc w:val="left"/>
              <w:rPr>
                <w:sz w:val="20"/>
              </w:rPr>
            </w:pPr>
            <w:r w:rsidRPr="00FC7970">
              <w:rPr>
                <w:sz w:val="20"/>
              </w:rPr>
              <w:t xml:space="preserve">Foto: </w:t>
            </w:r>
            <w:proofErr w:type="spellStart"/>
            <w:r w:rsidRPr="00FC7970">
              <w:rPr>
                <w:sz w:val="20"/>
              </w:rPr>
              <w:t>Trimble</w:t>
            </w:r>
            <w:proofErr w:type="spellEnd"/>
          </w:p>
        </w:tc>
      </w:tr>
    </w:tbl>
    <w:p w:rsidR="00B50AFD" w:rsidRPr="00FC7970" w:rsidRDefault="00B50AFD" w:rsidP="00D166AC">
      <w:pPr>
        <w:pStyle w:val="Text"/>
      </w:pPr>
    </w:p>
    <w:p w:rsidR="00244981" w:rsidRPr="00FC7970" w:rsidRDefault="00244981" w:rsidP="00D166AC">
      <w:pPr>
        <w:pStyle w:val="Text"/>
      </w:pPr>
    </w:p>
    <w:p w:rsidR="00FB0E70" w:rsidRPr="00FC7970" w:rsidRDefault="00FB0E70" w:rsidP="00FB0E70">
      <w:pPr>
        <w:pStyle w:val="Text"/>
        <w:rPr>
          <w:i/>
        </w:rPr>
      </w:pPr>
      <w:r w:rsidRPr="00FC7970">
        <w:rPr>
          <w:i/>
          <w:u w:val="single"/>
        </w:rPr>
        <w:t>Nota:</w:t>
      </w:r>
      <w:r w:rsidRPr="00FC7970">
        <w:rPr>
          <w:i/>
        </w:rPr>
        <w:t xml:space="preserve"> Queste foto </w:t>
      </w:r>
      <w:proofErr w:type="gramStart"/>
      <w:r w:rsidRPr="00FC7970">
        <w:rPr>
          <w:i/>
        </w:rPr>
        <w:t>servono</w:t>
      </w:r>
      <w:proofErr w:type="gramEnd"/>
      <w:r w:rsidRPr="00FC7970">
        <w:rPr>
          <w:i/>
        </w:rPr>
        <w:t xml:space="preserve"> soltanto per la visualizzazione in anteprima. Per la stampa nelle pubblicazioni vi preghiamo di usare le foto in risoluzione 300 dpi, scaricabili dai siti web della Wirtgen GmbH e del Wirtgen Group.</w:t>
      </w:r>
    </w:p>
    <w:p w:rsidR="00FB0E70" w:rsidRPr="00FC7970" w:rsidRDefault="00FB0E70" w:rsidP="00FB0E70">
      <w:pPr>
        <w:rPr>
          <w:sz w:val="22"/>
        </w:rPr>
      </w:pPr>
    </w:p>
    <w:p w:rsidR="00FB0E70" w:rsidRPr="00FC7970" w:rsidRDefault="00FB0E70" w:rsidP="00FB0E70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FB0E70" w:rsidRPr="00FC7970" w:rsidTr="00364B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FB0E70" w:rsidRPr="00FC7970" w:rsidRDefault="00FB0E70" w:rsidP="00364BF6">
            <w:pPr>
              <w:pStyle w:val="HeadlineKontakte"/>
            </w:pPr>
            <w:r w:rsidRPr="00FC7970">
              <w:rPr>
                <w:rFonts w:ascii="Verdana" w:hAnsi="Verdana"/>
              </w:rPr>
              <w:t>Per maggiori informazioni v</w:t>
            </w:r>
            <w:r w:rsidRPr="00FC7970">
              <w:rPr>
                <w:rFonts w:ascii="Verdana" w:hAnsi="Verdana"/>
              </w:rPr>
              <w:t>o</w:t>
            </w:r>
            <w:r w:rsidRPr="00FC7970">
              <w:rPr>
                <w:rFonts w:ascii="Verdana" w:hAnsi="Verdana"/>
              </w:rPr>
              <w:t>gliate contattare:</w:t>
            </w:r>
          </w:p>
          <w:p w:rsidR="00FB0E70" w:rsidRPr="00FC7970" w:rsidRDefault="00FB0E70" w:rsidP="00364BF6">
            <w:pPr>
              <w:pStyle w:val="Text"/>
            </w:pPr>
            <w:r w:rsidRPr="00FC7970">
              <w:t>WIRTGEN GmbH</w:t>
            </w:r>
          </w:p>
          <w:p w:rsidR="00FB0E70" w:rsidRPr="00FC7970" w:rsidRDefault="00FB0E70" w:rsidP="00364BF6">
            <w:pPr>
              <w:pStyle w:val="Text"/>
            </w:pPr>
            <w:r w:rsidRPr="00FC7970">
              <w:t>Corporate Communications</w:t>
            </w:r>
          </w:p>
          <w:p w:rsidR="00FB0E70" w:rsidRPr="00FC7970" w:rsidRDefault="00FB0E70" w:rsidP="00364BF6">
            <w:pPr>
              <w:pStyle w:val="Text"/>
            </w:pPr>
            <w:r w:rsidRPr="00FC7970">
              <w:t>Michaela Adams, Mario Linnemann</w:t>
            </w:r>
          </w:p>
          <w:p w:rsidR="00FB0E70" w:rsidRPr="00FC7970" w:rsidRDefault="00FB0E70" w:rsidP="00364BF6">
            <w:pPr>
              <w:pStyle w:val="Text"/>
            </w:pPr>
            <w:proofErr w:type="spellStart"/>
            <w:proofErr w:type="gramStart"/>
            <w:r w:rsidRPr="00FC7970">
              <w:t>Reinhard</w:t>
            </w:r>
            <w:proofErr w:type="spellEnd"/>
            <w:r w:rsidRPr="00FC7970">
              <w:t>-Wirtgen-</w:t>
            </w:r>
            <w:proofErr w:type="spellStart"/>
            <w:r w:rsidRPr="00FC7970">
              <w:t>Straße</w:t>
            </w:r>
            <w:proofErr w:type="spellEnd"/>
            <w:proofErr w:type="gramEnd"/>
            <w:r w:rsidRPr="00FC7970">
              <w:t xml:space="preserve"> 2</w:t>
            </w:r>
          </w:p>
          <w:p w:rsidR="00FB0E70" w:rsidRPr="00FC7970" w:rsidRDefault="00FB0E70" w:rsidP="00364BF6">
            <w:pPr>
              <w:pStyle w:val="Text"/>
            </w:pPr>
            <w:r w:rsidRPr="00FC7970">
              <w:t xml:space="preserve">53578 </w:t>
            </w:r>
            <w:proofErr w:type="spellStart"/>
            <w:r w:rsidRPr="00FC7970">
              <w:t>Windhagen</w:t>
            </w:r>
            <w:proofErr w:type="spellEnd"/>
          </w:p>
          <w:p w:rsidR="00FB0E70" w:rsidRPr="00FC7970" w:rsidRDefault="00FB0E70" w:rsidP="00364BF6">
            <w:pPr>
              <w:pStyle w:val="Text"/>
            </w:pPr>
            <w:r w:rsidRPr="00FC7970">
              <w:t>Germania</w:t>
            </w:r>
          </w:p>
          <w:p w:rsidR="00FB0E70" w:rsidRPr="00FC7970" w:rsidRDefault="00FB0E70" w:rsidP="00364BF6">
            <w:pPr>
              <w:pStyle w:val="Text"/>
            </w:pPr>
          </w:p>
          <w:p w:rsidR="00FB0E70" w:rsidRPr="00FC7970" w:rsidRDefault="00FB0E70" w:rsidP="00364BF6">
            <w:pPr>
              <w:pStyle w:val="Text"/>
            </w:pPr>
            <w:r w:rsidRPr="00FC7970">
              <w:t>Telefono:</w:t>
            </w:r>
            <w:proofErr w:type="gramStart"/>
            <w:r w:rsidRPr="00FC7970">
              <w:t xml:space="preserve">   </w:t>
            </w:r>
            <w:proofErr w:type="gramEnd"/>
            <w:r w:rsidRPr="00FC7970">
              <w:t>+49 (0) 2645 131 – 0</w:t>
            </w:r>
          </w:p>
          <w:p w:rsidR="00FB0E70" w:rsidRPr="00FC7970" w:rsidRDefault="00FB0E70" w:rsidP="00364BF6">
            <w:pPr>
              <w:pStyle w:val="Text"/>
            </w:pPr>
            <w:r w:rsidRPr="00FC7970">
              <w:t>Telefax:</w:t>
            </w:r>
            <w:proofErr w:type="gramStart"/>
            <w:r w:rsidRPr="00FC7970">
              <w:t xml:space="preserve">     </w:t>
            </w:r>
            <w:proofErr w:type="gramEnd"/>
            <w:r w:rsidRPr="00FC7970">
              <w:t>+49 (0) 2645 131 – 499</w:t>
            </w:r>
          </w:p>
          <w:p w:rsidR="00FB0E70" w:rsidRPr="00FC7970" w:rsidRDefault="00FB0E70" w:rsidP="00364BF6">
            <w:pPr>
              <w:pStyle w:val="Text"/>
            </w:pPr>
            <w:r w:rsidRPr="00FC7970">
              <w:t>E-mail:</w:t>
            </w:r>
            <w:proofErr w:type="gramStart"/>
            <w:r w:rsidRPr="00FC7970">
              <w:t xml:space="preserve">       </w:t>
            </w:r>
            <w:proofErr w:type="gramEnd"/>
            <w:r w:rsidRPr="00FC7970">
              <w:t>presse@wirtgen.com</w:t>
            </w:r>
          </w:p>
          <w:p w:rsidR="00FB0E70" w:rsidRPr="00FC7970" w:rsidRDefault="00FB0E70" w:rsidP="00364BF6">
            <w:pPr>
              <w:pStyle w:val="Text"/>
            </w:pPr>
            <w:proofErr w:type="gramStart"/>
            <w:r w:rsidRPr="00FC7970">
              <w:t>www.wirtgen.com</w:t>
            </w:r>
            <w:proofErr w:type="gramEnd"/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FB0E70" w:rsidRPr="00FC7970" w:rsidRDefault="00FB0E70" w:rsidP="00364BF6">
            <w:pPr>
              <w:pStyle w:val="Text"/>
            </w:pPr>
          </w:p>
        </w:tc>
      </w:tr>
    </w:tbl>
    <w:p w:rsidR="00D166AC" w:rsidRPr="00FC7970" w:rsidRDefault="00D166AC" w:rsidP="00D166AC">
      <w:pPr>
        <w:pStyle w:val="Text"/>
      </w:pPr>
    </w:p>
    <w:sectPr w:rsidR="00D166AC" w:rsidRPr="00FC7970" w:rsidSect="003A753A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FE3" w:rsidRDefault="000A6FE3" w:rsidP="00E55534">
      <w:r>
        <w:separator/>
      </w:r>
    </w:p>
  </w:endnote>
  <w:endnote w:type="continuationSeparator" w:id="0">
    <w:p w:rsidR="000A6FE3" w:rsidRDefault="000A6FE3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1330508429"/>
      </w:sdtPr>
      <w:sdtEndPr/>
      <w:sdtContent>
        <w:sdt>
          <w:sdtPr>
            <w:rPr>
              <w:szCs w:val="16"/>
            </w:rPr>
            <w:id w:val="-214889975"/>
            <w:lock w:val="sdtContentLocked"/>
          </w:sdtPr>
          <w:sdtEndPr/>
          <w:sdtContent>
            <w:tr w:rsidR="00A171F4" w:rsidRPr="008C2DB2" w:rsidTr="0012026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hRule="exact" w:val="227"/>
              </w:trPr>
              <w:sdt>
                <w:sdtPr>
                  <w:rPr>
                    <w:szCs w:val="16"/>
                  </w:rPr>
                  <w:id w:val="1167366250"/>
                  <w:showingPlcHdr/>
                </w:sdtPr>
                <w:sdtEndPr>
                  <w:rPr>
                    <w:szCs w:val="20"/>
                  </w:rPr>
                </w:sdtEndPr>
                <w:sdtContent>
                  <w:tc>
                    <w:tcPr>
                      <w:tcW w:w="8364" w:type="dxa"/>
                    </w:tcPr>
                    <w:p w:rsidR="00A171F4" w:rsidRPr="008C2DB2" w:rsidRDefault="00A171F4" w:rsidP="005711A3">
                      <w:pPr>
                        <w:pStyle w:val="Kolumnentitel"/>
                      </w:pPr>
                      <w:r>
                        <w:rPr>
                          <w:rStyle w:val="Platzhaltertext"/>
                        </w:rPr>
                        <w:t xml:space="preserve">     </w:t>
                      </w:r>
                    </w:p>
                  </w:tc>
                </w:sdtContent>
              </w:sdt>
              <w:tc>
                <w:tcPr>
                  <w:tcW w:w="1160" w:type="dxa"/>
                </w:tcPr>
                <w:sdt>
                  <w:sdtPr>
                    <w:id w:val="-1133938393"/>
                  </w:sdtPr>
                  <w:sdtEndPr/>
                  <w:sdtContent>
                    <w:p w:rsidR="00A171F4" w:rsidRPr="008C2DB2" w:rsidRDefault="00C85B6C" w:rsidP="0012026F">
                      <w:pPr>
                        <w:pStyle w:val="Seitenzahlen"/>
                      </w:pPr>
                      <w:r w:rsidRPr="008C2DB2">
                        <w:fldChar w:fldCharType="begin"/>
                      </w:r>
                      <w:r w:rsidR="00A171F4">
                        <w:instrText xml:space="preserve"> </w:instrText>
                      </w:r>
                      <w:r w:rsidR="00A171F4" w:rsidRPr="008C2DB2">
                        <w:instrText>PAGE \# "00"</w:instrText>
                      </w:r>
                      <w:r w:rsidRPr="008C2DB2">
                        <w:fldChar w:fldCharType="separate"/>
                      </w:r>
                      <w:r w:rsidR="00CD0735">
                        <w:rPr>
                          <w:noProof/>
                        </w:rPr>
                        <w:t>04</w:t>
                      </w:r>
                      <w:r w:rsidRPr="008C2DB2">
                        <w:fldChar w:fldCharType="end"/>
                      </w:r>
                    </w:p>
                  </w:sdtContent>
                </w:sdt>
              </w:tc>
            </w:tr>
          </w:sdtContent>
        </w:sdt>
      </w:sdtContent>
    </w:sdt>
  </w:tbl>
  <w:sdt>
    <w:sdtPr>
      <w:id w:val="-996800693"/>
    </w:sdtPr>
    <w:sdtEndPr/>
    <w:sdtContent>
      <w:sdt>
        <w:sdtPr>
          <w:id w:val="-958642266"/>
          <w:lock w:val="sdtContentLocked"/>
        </w:sdtPr>
        <w:sdtEndPr/>
        <w:sdtContent>
          <w:p w:rsidR="00A171F4" w:rsidRDefault="00FB0E70">
            <w:pPr>
              <w:pStyle w:val="Fu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6BFB14C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10189210</wp:posOffset>
                      </wp:positionV>
                      <wp:extent cx="6047740" cy="17780"/>
                      <wp:effectExtent l="0" t="0" r="0" b="1270"/>
                      <wp:wrapNone/>
                      <wp:docPr id="12" name="Rechteck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47740" cy="177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" fillcolor="#41535d [3215]" stroked="f" strokeweight="2pt">
                      <v:path arrowok="t"/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szCs w:val="16"/>
        </w:rPr>
        <w:id w:val="516586678"/>
      </w:sdtPr>
      <w:sdtEndPr/>
      <w:sdtContent>
        <w:sdt>
          <w:sdtPr>
            <w:rPr>
              <w:szCs w:val="16"/>
            </w:rPr>
            <w:id w:val="-2088915428"/>
            <w:lock w:val="sdtContentLocked"/>
          </w:sdtPr>
          <w:sdtEndPr/>
          <w:sdtContent>
            <w:tr w:rsidR="00A171F4" w:rsidTr="0012026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9664" w:type="dxa"/>
                </w:tcPr>
                <w:p w:rsidR="00A171F4" w:rsidRDefault="00A171F4" w:rsidP="0012026F">
                  <w:pPr>
                    <w:pStyle w:val="Fuzeile"/>
                    <w:spacing w:before="96" w:after="96"/>
                  </w:pPr>
                  <w:r w:rsidRPr="003E1CB6">
                    <w:rPr>
                      <w:rStyle w:val="Hervorhebung"/>
                    </w:rPr>
                    <w:t>WIRTGEN GmbH</w:t>
                  </w:r>
                  <w:r w:rsidRPr="00CF36C9">
                    <w:t xml:space="preserve"> · Reinhard-Wirtgen-Str. 2 · D-53578 Windhagen · T: +49 26 45 / 131 0</w:t>
                  </w:r>
                </w:p>
              </w:tc>
            </w:tr>
          </w:sdtContent>
        </w:sdt>
      </w:sdtContent>
    </w:sdt>
  </w:tbl>
  <w:sdt>
    <w:sdtPr>
      <w:id w:val="1328096602"/>
    </w:sdtPr>
    <w:sdtEndPr/>
    <w:sdtContent>
      <w:sdt>
        <w:sdtPr>
          <w:id w:val="-1944752626"/>
          <w:lock w:val="sdtContentLocked"/>
        </w:sdtPr>
        <w:sdtEndPr/>
        <w:sdtContent>
          <w:p w:rsidR="00A171F4" w:rsidRDefault="00FB0E70">
            <w:pPr>
              <w:pStyle w:val="Fu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B6A538E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10081260</wp:posOffset>
                      </wp:positionV>
                      <wp:extent cx="6047740" cy="17780"/>
                      <wp:effectExtent l="0" t="0" r="0" b="1270"/>
                      <wp:wrapNone/>
                      <wp:docPr id="6" name="Rechteck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47740" cy="177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" fillcolor="#41535d [3215]" stroked="f" strokeweight="2pt">
                      <v:path arrowok="t"/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FE3" w:rsidRDefault="000A6FE3" w:rsidP="00E55534">
      <w:r>
        <w:separator/>
      </w:r>
    </w:p>
  </w:footnote>
  <w:footnote w:type="continuationSeparator" w:id="0">
    <w:p w:rsidR="000A6FE3" w:rsidRDefault="000A6FE3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9540952"/>
    </w:sdtPr>
    <w:sdtEndPr/>
    <w:sdtContent>
      <w:sdt>
        <w:sdtPr>
          <w:rPr>
            <w:sz w:val="14"/>
          </w:rPr>
          <w:id w:val="1105004567"/>
          <w:lock w:val="sdtContentLocked"/>
        </w:sdtPr>
        <w:sdtEndPr/>
        <w:sdtContent>
          <w:p w:rsidR="00A171F4" w:rsidRPr="002E765F" w:rsidRDefault="00A171F4">
            <w:pPr>
              <w:pStyle w:val="Kopfzeile"/>
              <w:rPr>
                <w:noProof/>
                <w:sz w:val="14"/>
              </w:rPr>
            </w:pPr>
          </w:p>
          <w:tbl>
            <w:tblPr>
              <w:tblStyle w:val="Basic"/>
              <w:tblpPr w:vertAnchor="page" w:horzAnchor="page" w:tblpX="7287" w:tblpY="137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9"/>
            </w:tblGrid>
            <w:tr w:rsidR="00A171F4" w:rsidRPr="002E765F" w:rsidTr="00D166A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hRule="exact" w:val="510"/>
              </w:trPr>
              <w:tc>
                <w:tcPr>
                  <w:tcW w:w="3439" w:type="dxa"/>
                </w:tcPr>
                <w:p w:rsidR="00A171F4" w:rsidRPr="002E765F" w:rsidRDefault="00A171F4" w:rsidP="00D166AC">
                  <w:pPr>
                    <w:pStyle w:val="Titel"/>
                    <w:jc w:val="right"/>
                    <w:rPr>
                      <w:sz w:val="32"/>
                      <w:szCs w:val="34"/>
                    </w:rPr>
                  </w:pPr>
                  <w:r w:rsidRPr="002E765F">
                    <w:rPr>
                      <w:sz w:val="32"/>
                      <w:szCs w:val="34"/>
                    </w:rPr>
                    <w:t>PRESS</w:t>
                  </w:r>
                  <w:r>
                    <w:rPr>
                      <w:sz w:val="32"/>
                      <w:szCs w:val="34"/>
                    </w:rPr>
                    <w:t xml:space="preserve"> </w:t>
                  </w:r>
                  <w:r w:rsidRPr="002E765F">
                    <w:rPr>
                      <w:sz w:val="6"/>
                      <w:szCs w:val="2"/>
                    </w:rPr>
                    <w:t xml:space="preserve"> </w:t>
                  </w:r>
                  <w:r>
                    <w:rPr>
                      <w:sz w:val="32"/>
                      <w:szCs w:val="34"/>
                    </w:rPr>
                    <w:t>R</w:t>
                  </w:r>
                  <w:r w:rsidRPr="002E765F">
                    <w:rPr>
                      <w:sz w:val="32"/>
                      <w:szCs w:val="34"/>
                    </w:rPr>
                    <w:t>ELEASE</w:t>
                  </w:r>
                </w:p>
              </w:tc>
            </w:tr>
          </w:tbl>
          <w:p w:rsidR="00A171F4" w:rsidRPr="002E765F" w:rsidRDefault="00A171F4">
            <w:pPr>
              <w:pStyle w:val="Kopfzeile"/>
              <w:rPr>
                <w:sz w:val="14"/>
              </w:rPr>
            </w:pPr>
            <w:r w:rsidRPr="002E765F">
              <w:rPr>
                <w:noProof/>
                <w:sz w:val="14"/>
                <w:lang w:val="de-DE" w:eastAsia="de-DE" w:bidi="ar-SA"/>
              </w:rPr>
              <w:drawing>
                <wp:anchor distT="0" distB="0" distL="114300" distR="114300" simplePos="0" relativeHeight="251666432" behindDoc="0" locked="0" layoutInCell="1" allowOverlap="1" wp14:anchorId="27ADB35E" wp14:editId="4DC6E860">
                  <wp:simplePos x="0" y="0"/>
                  <wp:positionH relativeFrom="page">
                    <wp:posOffset>5443855</wp:posOffset>
                  </wp:positionH>
                  <wp:positionV relativeFrom="page">
                    <wp:posOffset>323850</wp:posOffset>
                  </wp:positionV>
                  <wp:extent cx="1360800" cy="64800"/>
                  <wp:effectExtent l="0" t="0" r="0" b="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tgen-Claim_RGB.wm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0800" cy="6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E765F">
              <w:rPr>
                <w:noProof/>
                <w:sz w:val="14"/>
                <w:lang w:val="de-DE" w:eastAsia="de-DE" w:bidi="ar-SA"/>
              </w:rPr>
              <w:drawing>
                <wp:anchor distT="0" distB="0" distL="114300" distR="114300" simplePos="0" relativeHeight="251664384" behindDoc="0" locked="0" layoutInCell="1" allowOverlap="1" wp14:anchorId="62CD92CC" wp14:editId="038599D8">
                  <wp:simplePos x="0" y="0"/>
                  <wp:positionH relativeFrom="page">
                    <wp:posOffset>756285</wp:posOffset>
                  </wp:positionH>
                  <wp:positionV relativeFrom="page">
                    <wp:posOffset>288290</wp:posOffset>
                  </wp:positionV>
                  <wp:extent cx="1605600" cy="288000"/>
                  <wp:effectExtent l="0" t="0" r="0" b="0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gten Group.wmf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5600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B0E70">
              <w:rPr>
                <w:noProof/>
                <w:sz w:val="14"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76B9F01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702310</wp:posOffset>
                      </wp:positionV>
                      <wp:extent cx="6047740" cy="36195"/>
                      <wp:effectExtent l="0" t="0" r="0" b="1905"/>
                      <wp:wrapNone/>
                      <wp:docPr id="11" name="Rechteck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47740" cy="361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" fillcolor="#41535d [3215]" stroked="f" strokeweight="2pt">
                      <v:path arrowok="t"/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7641707"/>
    </w:sdtPr>
    <w:sdtEndPr/>
    <w:sdtContent>
      <w:sdt>
        <w:sdtPr>
          <w:id w:val="-1180274487"/>
          <w:lock w:val="sdtContentLocked"/>
        </w:sdtPr>
        <w:sdtEndPr/>
        <w:sdtContent>
          <w:p w:rsidR="00A171F4" w:rsidRDefault="00FB0E70">
            <w:pPr>
              <w:pStyle w:val="Kopf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017278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935990</wp:posOffset>
                      </wp:positionV>
                      <wp:extent cx="6047740" cy="36195"/>
                      <wp:effectExtent l="0" t="0" r="0" b="1905"/>
                      <wp:wrapNone/>
                      <wp:docPr id="5" name="Rechteck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47740" cy="361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" fillcolor="#41535d [3215]" stroked="f" strokeweight="2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="00A171F4">
              <w:rPr>
                <w:noProof/>
                <w:lang w:val="de-DE" w:eastAsia="de-DE" w:bidi="ar-SA"/>
              </w:rPr>
              <w:drawing>
                <wp:anchor distT="0" distB="0" distL="114300" distR="114300" simplePos="0" relativeHeight="251659264" behindDoc="0" locked="0" layoutInCell="1" allowOverlap="1" wp14:anchorId="199158D6" wp14:editId="7809CB4D">
                  <wp:simplePos x="0" y="0"/>
                  <wp:positionH relativeFrom="page">
                    <wp:posOffset>5328920</wp:posOffset>
                  </wp:positionH>
                  <wp:positionV relativeFrom="page">
                    <wp:posOffset>421005</wp:posOffset>
                  </wp:positionV>
                  <wp:extent cx="1476000" cy="79200"/>
                  <wp:effectExtent l="0" t="0" r="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tgen-Claim_RGB.wm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000" cy="7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171F4">
              <w:rPr>
                <w:noProof/>
                <w:lang w:val="de-DE" w:eastAsia="de-DE" w:bidi="ar-SA"/>
              </w:rPr>
              <w:drawing>
                <wp:anchor distT="0" distB="0" distL="114300" distR="114300" simplePos="0" relativeHeight="251658240" behindDoc="0" locked="0" layoutInCell="1" allowOverlap="1" wp14:anchorId="2AC946B4" wp14:editId="06AA397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360045</wp:posOffset>
                  </wp:positionV>
                  <wp:extent cx="3290400" cy="360000"/>
                  <wp:effectExtent l="0" t="0" r="0" b="254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gten Group.wmf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0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500.55pt;height:1500.55pt" o:bullet="t">
        <v:imagedata r:id="rId1" o:title="AZ_04a"/>
      </v:shape>
    </w:pict>
  </w:numPicBullet>
  <w:numPicBullet w:numPicBulletId="1">
    <w:pict>
      <v:shape id="_x0000_i1037" type="#_x0000_t75" style="width:7.65pt;height:7.6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attachedTemplate r:id="rId1"/>
  <w:defaultTabStop w:val="708"/>
  <w:autoHyphenation/>
  <w:hyphenationZone w:val="14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7A4"/>
    <w:rsid w:val="00042106"/>
    <w:rsid w:val="0005285B"/>
    <w:rsid w:val="00066D09"/>
    <w:rsid w:val="00072A3C"/>
    <w:rsid w:val="0009665C"/>
    <w:rsid w:val="000A6FE3"/>
    <w:rsid w:val="00103205"/>
    <w:rsid w:val="0012026F"/>
    <w:rsid w:val="00132055"/>
    <w:rsid w:val="001B16BB"/>
    <w:rsid w:val="00244981"/>
    <w:rsid w:val="00253A2E"/>
    <w:rsid w:val="002844EF"/>
    <w:rsid w:val="0029634D"/>
    <w:rsid w:val="002E765F"/>
    <w:rsid w:val="002F108B"/>
    <w:rsid w:val="0034191A"/>
    <w:rsid w:val="00343CC7"/>
    <w:rsid w:val="00384A08"/>
    <w:rsid w:val="003A753A"/>
    <w:rsid w:val="003C2457"/>
    <w:rsid w:val="003E1CB6"/>
    <w:rsid w:val="003E3CF6"/>
    <w:rsid w:val="003E759F"/>
    <w:rsid w:val="00403373"/>
    <w:rsid w:val="00406C81"/>
    <w:rsid w:val="00412545"/>
    <w:rsid w:val="00430BB0"/>
    <w:rsid w:val="00464C73"/>
    <w:rsid w:val="00476F4D"/>
    <w:rsid w:val="00506409"/>
    <w:rsid w:val="00530E32"/>
    <w:rsid w:val="00533D9D"/>
    <w:rsid w:val="005711A3"/>
    <w:rsid w:val="00573B2B"/>
    <w:rsid w:val="005A4F04"/>
    <w:rsid w:val="005B3697"/>
    <w:rsid w:val="005B5793"/>
    <w:rsid w:val="005C75FF"/>
    <w:rsid w:val="006058A0"/>
    <w:rsid w:val="006330A2"/>
    <w:rsid w:val="00635AD2"/>
    <w:rsid w:val="00642EB6"/>
    <w:rsid w:val="0067450F"/>
    <w:rsid w:val="00675E07"/>
    <w:rsid w:val="006B73C9"/>
    <w:rsid w:val="006F011F"/>
    <w:rsid w:val="006F18C7"/>
    <w:rsid w:val="006F7602"/>
    <w:rsid w:val="00722A17"/>
    <w:rsid w:val="00740909"/>
    <w:rsid w:val="00757B83"/>
    <w:rsid w:val="00791A69"/>
    <w:rsid w:val="00794830"/>
    <w:rsid w:val="00797CAA"/>
    <w:rsid w:val="007C2658"/>
    <w:rsid w:val="007E20D0"/>
    <w:rsid w:val="00820315"/>
    <w:rsid w:val="00843B45"/>
    <w:rsid w:val="00863129"/>
    <w:rsid w:val="008A2F74"/>
    <w:rsid w:val="008C2DB2"/>
    <w:rsid w:val="008D4AE7"/>
    <w:rsid w:val="008D770E"/>
    <w:rsid w:val="0090337E"/>
    <w:rsid w:val="00944E64"/>
    <w:rsid w:val="009C2378"/>
    <w:rsid w:val="009D016F"/>
    <w:rsid w:val="009E251D"/>
    <w:rsid w:val="00A171F4"/>
    <w:rsid w:val="00A24EFC"/>
    <w:rsid w:val="00A977CE"/>
    <w:rsid w:val="00AD131F"/>
    <w:rsid w:val="00AF3B3A"/>
    <w:rsid w:val="00AF6569"/>
    <w:rsid w:val="00B06265"/>
    <w:rsid w:val="00B50AFD"/>
    <w:rsid w:val="00B5695F"/>
    <w:rsid w:val="00B90F78"/>
    <w:rsid w:val="00BB22CA"/>
    <w:rsid w:val="00BC4EB1"/>
    <w:rsid w:val="00BC7F42"/>
    <w:rsid w:val="00BD1058"/>
    <w:rsid w:val="00BF56B2"/>
    <w:rsid w:val="00C01764"/>
    <w:rsid w:val="00C457C3"/>
    <w:rsid w:val="00C563D0"/>
    <w:rsid w:val="00C644CA"/>
    <w:rsid w:val="00C73005"/>
    <w:rsid w:val="00C81E3B"/>
    <w:rsid w:val="00C85B6C"/>
    <w:rsid w:val="00C91EB8"/>
    <w:rsid w:val="00C937A4"/>
    <w:rsid w:val="00CD0735"/>
    <w:rsid w:val="00CF36C9"/>
    <w:rsid w:val="00D1404C"/>
    <w:rsid w:val="00D166AC"/>
    <w:rsid w:val="00D733F1"/>
    <w:rsid w:val="00E14608"/>
    <w:rsid w:val="00E21E67"/>
    <w:rsid w:val="00E24771"/>
    <w:rsid w:val="00E30EBF"/>
    <w:rsid w:val="00E52D70"/>
    <w:rsid w:val="00E55534"/>
    <w:rsid w:val="00E914D1"/>
    <w:rsid w:val="00F20920"/>
    <w:rsid w:val="00F53383"/>
    <w:rsid w:val="00F56318"/>
    <w:rsid w:val="00F82525"/>
    <w:rsid w:val="00F82888"/>
    <w:rsid w:val="00F97FEA"/>
    <w:rsid w:val="00FB0E70"/>
    <w:rsid w:val="00FC7970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1704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it-IT" w:eastAsia="it-IT" w:bidi="it-I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it-IT" w:eastAsia="it-IT" w:bidi="it-I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schuelera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75151-EAE6-4764-AF53-76C58370C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4</Pages>
  <Words>850</Words>
  <Characters>5357</Characters>
  <Application>Microsoft Office Word</Application>
  <DocSecurity>0</DocSecurity>
  <Lines>44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Wirtgen GmbH</Company>
  <LinksUpToDate>false</LinksUpToDate>
  <CharactersWithSpaces>6195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Schüler Angelika</cp:lastModifiedBy>
  <cp:revision>4</cp:revision>
  <cp:lastPrinted>2016-11-07T18:49:00Z</cp:lastPrinted>
  <dcterms:created xsi:type="dcterms:W3CDTF">2016-11-09T10:40:00Z</dcterms:created>
  <dcterms:modified xsi:type="dcterms:W3CDTF">2017-03-06T07:38:00Z</dcterms:modified>
</cp:coreProperties>
</file>